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601" w:tblpY="-14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567"/>
        <w:gridCol w:w="567"/>
        <w:gridCol w:w="403"/>
        <w:gridCol w:w="1014"/>
        <w:gridCol w:w="709"/>
        <w:gridCol w:w="284"/>
        <w:gridCol w:w="283"/>
        <w:gridCol w:w="284"/>
        <w:gridCol w:w="850"/>
        <w:gridCol w:w="142"/>
        <w:gridCol w:w="142"/>
        <w:gridCol w:w="425"/>
        <w:gridCol w:w="425"/>
        <w:gridCol w:w="284"/>
        <w:gridCol w:w="283"/>
        <w:gridCol w:w="851"/>
        <w:gridCol w:w="1559"/>
      </w:tblGrid>
      <w:tr w:rsidR="00B743C2" w:rsidRPr="003079B7" w:rsidTr="00AB7718">
        <w:trPr>
          <w:trHeight w:val="546"/>
          <w:tblHeader/>
        </w:trPr>
        <w:tc>
          <w:tcPr>
            <w:tcW w:w="3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743C2" w:rsidRPr="003079B7" w:rsidRDefault="00B743C2" w:rsidP="008D47A2">
            <w:pPr>
              <w:spacing w:before="40" w:after="40"/>
              <w:ind w:left="-709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0773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46A2F" w:rsidRDefault="00246A2F" w:rsidP="001060BA">
            <w:pPr>
              <w:ind w:left="-709"/>
              <w:jc w:val="center"/>
              <w:rPr>
                <w:rFonts w:ascii="Arial" w:hAnsi="Arial"/>
                <w:color w:val="FF0000"/>
                <w:sz w:val="28"/>
                <w:szCs w:val="28"/>
              </w:rPr>
            </w:pPr>
          </w:p>
          <w:p w:rsidR="00195938" w:rsidRDefault="00AB7718" w:rsidP="008D47A2">
            <w:pPr>
              <w:ind w:left="-709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8D47A2" w:rsidRPr="0028369F" w:rsidRDefault="00AB7718" w:rsidP="008D47A2">
            <w:pPr>
              <w:ind w:left="-709"/>
              <w:jc w:val="center"/>
              <w:rPr>
                <w:rFonts w:ascii="Arial" w:hAnsi="Arial"/>
                <w:color w:val="000000"/>
                <w:sz w:val="32"/>
                <w:szCs w:val="32"/>
              </w:rPr>
            </w:pPr>
            <w:r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</w:t>
            </w:r>
            <w:r w:rsidR="0028369F"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         </w:t>
            </w:r>
            <w:r w:rsidR="00195938"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</w:t>
            </w:r>
            <w:r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</w:t>
            </w:r>
            <w:r w:rsidR="00246A2F" w:rsidRPr="0028369F">
              <w:rPr>
                <w:rFonts w:ascii="Arial" w:hAnsi="Arial"/>
                <w:color w:val="000000"/>
                <w:sz w:val="32"/>
                <w:szCs w:val="32"/>
              </w:rPr>
              <w:t>St John Ambulance</w:t>
            </w:r>
            <w:r w:rsidR="00DF58F8"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South West </w:t>
            </w:r>
          </w:p>
          <w:p w:rsidR="00246A2F" w:rsidRPr="0028369F" w:rsidRDefault="00AB7718" w:rsidP="008D47A2">
            <w:pPr>
              <w:ind w:left="-709"/>
              <w:jc w:val="center"/>
              <w:rPr>
                <w:rFonts w:ascii="Arial" w:hAnsi="Arial"/>
                <w:color w:val="000000"/>
                <w:sz w:val="32"/>
                <w:szCs w:val="32"/>
              </w:rPr>
            </w:pPr>
            <w:r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      </w:t>
            </w:r>
            <w:r w:rsidR="00195938" w:rsidRPr="0028369F">
              <w:rPr>
                <w:rFonts w:ascii="Arial" w:hAnsi="Arial"/>
                <w:color w:val="000000"/>
                <w:sz w:val="32"/>
                <w:szCs w:val="32"/>
              </w:rPr>
              <w:t xml:space="preserve">      </w:t>
            </w:r>
            <w:r w:rsidR="006755FB" w:rsidRPr="0028369F">
              <w:rPr>
                <w:rFonts w:ascii="Arial" w:hAnsi="Arial"/>
                <w:color w:val="000000"/>
                <w:sz w:val="32"/>
                <w:szCs w:val="32"/>
              </w:rPr>
              <w:t>FIRST AID TRAINING</w:t>
            </w:r>
          </w:p>
          <w:p w:rsidR="0028369F" w:rsidRPr="00360B69" w:rsidRDefault="0028369F" w:rsidP="008D47A2">
            <w:pPr>
              <w:ind w:left="-709"/>
              <w:jc w:val="center"/>
              <w:rPr>
                <w:rFonts w:ascii="Arial" w:hAnsi="Arial"/>
                <w:color w:val="000000"/>
              </w:rPr>
            </w:pPr>
          </w:p>
          <w:p w:rsidR="00B743C2" w:rsidRPr="003079B7" w:rsidRDefault="00AB7718" w:rsidP="00E527F5">
            <w:pPr>
              <w:ind w:left="-709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360B69">
              <w:rPr>
                <w:rFonts w:ascii="Arial" w:hAnsi="Arial"/>
                <w:b/>
              </w:rPr>
              <w:t xml:space="preserve">         </w:t>
            </w:r>
          </w:p>
        </w:tc>
      </w:tr>
      <w:tr w:rsidR="00B743C2" w:rsidRPr="003079B7" w:rsidTr="00AB7718">
        <w:trPr>
          <w:trHeight w:val="332"/>
        </w:trPr>
        <w:tc>
          <w:tcPr>
            <w:tcW w:w="11165" w:type="dxa"/>
            <w:gridSpan w:val="19"/>
            <w:shd w:val="clear" w:color="auto" w:fill="000000"/>
            <w:vAlign w:val="center"/>
          </w:tcPr>
          <w:p w:rsidR="00B743C2" w:rsidRPr="007826F5" w:rsidRDefault="001D4D60" w:rsidP="008D47A2">
            <w:pPr>
              <w:jc w:val="center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PUBLIC</w:t>
            </w:r>
            <w:r w:rsidR="006755FB">
              <w:rPr>
                <w:rFonts w:ascii="Arial" w:hAnsi="Arial"/>
                <w:b/>
                <w:sz w:val="28"/>
                <w:szCs w:val="28"/>
              </w:rPr>
              <w:t xml:space="preserve"> ENROLMENT FORM</w:t>
            </w:r>
          </w:p>
        </w:tc>
      </w:tr>
      <w:tr w:rsidR="00B743C2" w:rsidRPr="007826F5" w:rsidTr="005F034F">
        <w:trPr>
          <w:trHeight w:val="374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B743C2" w:rsidRPr="007826F5" w:rsidRDefault="006755FB" w:rsidP="008D47A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B743C2" w:rsidRPr="007826F5"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8505" w:type="dxa"/>
            <w:gridSpan w:val="16"/>
            <w:vAlign w:val="center"/>
          </w:tcPr>
          <w:p w:rsidR="00B743C2" w:rsidRPr="0053701F" w:rsidRDefault="00164DB2" w:rsidP="00E939C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bookmarkStart w:id="0" w:name="_GoBack"/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bookmarkEnd w:id="0"/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B743C2" w:rsidRPr="00DF193F" w:rsidTr="005F034F">
        <w:trPr>
          <w:trHeight w:val="407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B743C2" w:rsidRPr="007826F5" w:rsidRDefault="00DF193F" w:rsidP="006755FB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F193F">
              <w:rPr>
                <w:rFonts w:ascii="Arial" w:hAnsi="Arial"/>
                <w:b/>
                <w:sz w:val="20"/>
                <w:szCs w:val="20"/>
              </w:rPr>
              <w:t>Date of Birth</w:t>
            </w:r>
          </w:p>
        </w:tc>
        <w:tc>
          <w:tcPr>
            <w:tcW w:w="8505" w:type="dxa"/>
            <w:gridSpan w:val="16"/>
            <w:vAlign w:val="center"/>
          </w:tcPr>
          <w:p w:rsidR="00B743C2" w:rsidRPr="00DF193F" w:rsidRDefault="00164DB2" w:rsidP="001114E9">
            <w:pPr>
              <w:rPr>
                <w:rFonts w:ascii="Arial" w:hAnsi="Arial"/>
                <w:sz w:val="20"/>
                <w:szCs w:val="20"/>
              </w:rPr>
            </w:pP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DF193F" w:rsidRPr="00DF193F" w:rsidTr="005F034F">
        <w:trPr>
          <w:trHeight w:val="407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DF193F" w:rsidRDefault="00DF193F" w:rsidP="00DF193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Address:</w:t>
            </w:r>
          </w:p>
        </w:tc>
        <w:tc>
          <w:tcPr>
            <w:tcW w:w="8505" w:type="dxa"/>
            <w:gridSpan w:val="16"/>
            <w:vAlign w:val="center"/>
          </w:tcPr>
          <w:p w:rsidR="00DF193F" w:rsidRPr="00DF193F" w:rsidRDefault="00DF193F" w:rsidP="001114E9">
            <w:pPr>
              <w:rPr>
                <w:rFonts w:ascii="Arial" w:hAnsi="Arial"/>
                <w:sz w:val="20"/>
                <w:szCs w:val="20"/>
              </w:rPr>
            </w:pP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noProof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64DB2" w:rsidRPr="007826F5" w:rsidTr="001D4D60">
        <w:trPr>
          <w:trHeight w:val="406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164DB2" w:rsidRPr="007826F5" w:rsidRDefault="00164DB2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7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Suburb </w:t>
            </w:r>
          </w:p>
        </w:tc>
        <w:tc>
          <w:tcPr>
            <w:tcW w:w="2574" w:type="dxa"/>
            <w:gridSpan w:val="5"/>
            <w:tcBorders>
              <w:bottom w:val="single" w:sz="4" w:space="0" w:color="auto"/>
            </w:tcBorders>
            <w:vAlign w:val="center"/>
          </w:tcPr>
          <w:p w:rsidR="00164DB2" w:rsidRPr="0053701F" w:rsidRDefault="00164DB2" w:rsidP="00164DB2">
            <w:pPr>
              <w:ind w:left="9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 w:rsidRPr="00DF193F"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DF193F"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 w:rsidRPr="00DF193F">
              <w:rPr>
                <w:rFonts w:ascii="Arial" w:hAnsi="Arial"/>
                <w:sz w:val="20"/>
                <w:szCs w:val="20"/>
              </w:rPr>
            </w:r>
            <w:r w:rsidRPr="00DF193F">
              <w:rPr>
                <w:rFonts w:ascii="Arial" w:hAnsi="Arial"/>
                <w:sz w:val="20"/>
                <w:szCs w:val="20"/>
              </w:rPr>
              <w:fldChar w:fldCharType="separate"/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t> </w:t>
            </w:r>
            <w:r w:rsidRPr="00DF193F"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State</w:t>
            </w: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164DB2" w:rsidRPr="0053701F" w:rsidRDefault="00164DB2" w:rsidP="00164DB2">
            <w:pPr>
              <w:ind w:left="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4DB2" w:rsidRPr="007826F5" w:rsidRDefault="00164DB2" w:rsidP="00164DB2">
            <w:pPr>
              <w:ind w:left="-709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Post Code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64DB2" w:rsidRPr="0053701F" w:rsidRDefault="00164DB2" w:rsidP="00164DB2">
            <w:pPr>
              <w:ind w:left="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1D4D60" w:rsidRPr="007826F5" w:rsidTr="001D4D60">
        <w:trPr>
          <w:trHeight w:hRule="exact" w:val="444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1D4D60" w:rsidRPr="007826F5" w:rsidRDefault="001D4D60" w:rsidP="001D4D60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Contact Phone No:</w:t>
            </w: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vAlign w:val="center"/>
          </w:tcPr>
          <w:p w:rsidR="001D4D60" w:rsidRDefault="001D4D60" w:rsidP="001D4D60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D4D60" w:rsidRPr="0053701F" w:rsidRDefault="001D4D60" w:rsidP="001D4D60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1D4D60">
              <w:rPr>
                <w:rFonts w:ascii="Arial" w:hAnsi="Arial"/>
                <w:b/>
                <w:sz w:val="20"/>
                <w:szCs w:val="20"/>
              </w:rPr>
              <w:t>USI:</w:t>
            </w:r>
            <w:r w:rsidRPr="001D4D6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  <w:gridSpan w:val="7"/>
            <w:tcBorders>
              <w:bottom w:val="single" w:sz="4" w:space="0" w:color="auto"/>
            </w:tcBorders>
            <w:vAlign w:val="center"/>
          </w:tcPr>
          <w:p w:rsidR="001D4D60" w:rsidRPr="0053701F" w:rsidRDefault="001D4D60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</w:tr>
      <w:tr w:rsidR="00164DB2" w:rsidRPr="007826F5" w:rsidTr="001D4D60">
        <w:trPr>
          <w:trHeight w:hRule="exact" w:val="567"/>
        </w:trPr>
        <w:tc>
          <w:tcPr>
            <w:tcW w:w="2660" w:type="dxa"/>
            <w:gridSpan w:val="3"/>
            <w:shd w:val="clear" w:color="auto" w:fill="D9D9D9"/>
            <w:vAlign w:val="center"/>
          </w:tcPr>
          <w:p w:rsidR="00164DB2" w:rsidRPr="007826F5" w:rsidRDefault="00DF193F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 Contact </w:t>
            </w:r>
            <w:r w:rsidR="00E527F5">
              <w:rPr>
                <w:rFonts w:ascii="Arial" w:hAnsi="Arial"/>
                <w:b/>
                <w:sz w:val="20"/>
                <w:szCs w:val="20"/>
              </w:rPr>
              <w:t>Email</w:t>
            </w:r>
            <w:r w:rsidR="00164DB2">
              <w:rPr>
                <w:rFonts w:ascii="Arial" w:hAnsi="Arial"/>
                <w:b/>
                <w:sz w:val="20"/>
                <w:szCs w:val="20"/>
              </w:rPr>
              <w:t>:</w:t>
            </w:r>
          </w:p>
        </w:tc>
        <w:tc>
          <w:tcPr>
            <w:tcW w:w="8505" w:type="dxa"/>
            <w:gridSpan w:val="16"/>
            <w:tcBorders>
              <w:top w:val="single" w:sz="4" w:space="0" w:color="auto"/>
            </w:tcBorders>
            <w:vAlign w:val="center"/>
          </w:tcPr>
          <w:p w:rsidR="00164DB2" w:rsidRPr="00EA0C98" w:rsidRDefault="00164DB2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DF193F" w:rsidRPr="007826F5" w:rsidTr="0028369F">
        <w:trPr>
          <w:trHeight w:val="404"/>
        </w:trPr>
        <w:tc>
          <w:tcPr>
            <w:tcW w:w="11165" w:type="dxa"/>
            <w:gridSpan w:val="19"/>
            <w:shd w:val="clear" w:color="auto" w:fill="000000" w:themeFill="text1"/>
            <w:vAlign w:val="center"/>
          </w:tcPr>
          <w:p w:rsidR="00DF193F" w:rsidRPr="0028369F" w:rsidRDefault="00DF193F" w:rsidP="00DF193F">
            <w:pPr>
              <w:ind w:left="-709" w:firstLine="72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8369F">
              <w:rPr>
                <w:rFonts w:ascii="Arial" w:hAnsi="Arial"/>
                <w:b/>
                <w:sz w:val="22"/>
                <w:szCs w:val="22"/>
              </w:rPr>
              <w:t>ADDITIONAL PARTICIPANTS</w:t>
            </w:r>
            <w:r w:rsidR="0028369F" w:rsidRPr="0028369F">
              <w:rPr>
                <w:rFonts w:ascii="Arial" w:hAnsi="Arial"/>
                <w:b/>
                <w:sz w:val="22"/>
                <w:szCs w:val="22"/>
              </w:rPr>
              <w:t xml:space="preserve"> DETAILS</w:t>
            </w:r>
          </w:p>
        </w:tc>
      </w:tr>
      <w:tr w:rsidR="001D4D60" w:rsidRPr="007826F5" w:rsidTr="001D4D60">
        <w:trPr>
          <w:trHeight w:val="404"/>
        </w:trPr>
        <w:tc>
          <w:tcPr>
            <w:tcW w:w="2093" w:type="dxa"/>
            <w:gridSpan w:val="2"/>
            <w:shd w:val="clear" w:color="auto" w:fill="D9D9D9"/>
            <w:vAlign w:val="center"/>
          </w:tcPr>
          <w:p w:rsidR="001D4D60" w:rsidRDefault="001D4D60" w:rsidP="00164DB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3827" w:type="dxa"/>
            <w:gridSpan w:val="7"/>
            <w:vAlign w:val="center"/>
          </w:tcPr>
          <w:p w:rsidR="001D4D60" w:rsidRDefault="001D4D60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9D9D9" w:themeFill="background1" w:themeFillShade="D9"/>
            <w:vAlign w:val="center"/>
          </w:tcPr>
          <w:p w:rsidR="001D4D60" w:rsidRPr="00DF193F" w:rsidRDefault="001D4D60" w:rsidP="00DF193F">
            <w:pPr>
              <w:ind w:left="-709" w:firstLine="72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F193F">
              <w:rPr>
                <w:rFonts w:ascii="Arial" w:hAnsi="Arial"/>
                <w:b/>
                <w:sz w:val="20"/>
                <w:szCs w:val="20"/>
              </w:rPr>
              <w:t>DOB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&amp; USI:</w:t>
            </w:r>
          </w:p>
        </w:tc>
        <w:tc>
          <w:tcPr>
            <w:tcW w:w="1417" w:type="dxa"/>
            <w:gridSpan w:val="4"/>
            <w:vAlign w:val="center"/>
          </w:tcPr>
          <w:p w:rsidR="001D4D60" w:rsidRDefault="001D4D60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D4D60" w:rsidRDefault="001D4D60" w:rsidP="00164DB2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</w:tr>
      <w:tr w:rsidR="001D4D60" w:rsidRPr="007826F5" w:rsidTr="001D4D60">
        <w:trPr>
          <w:trHeight w:val="404"/>
        </w:trPr>
        <w:tc>
          <w:tcPr>
            <w:tcW w:w="2093" w:type="dxa"/>
            <w:gridSpan w:val="2"/>
            <w:shd w:val="clear" w:color="auto" w:fill="D9D9D9"/>
            <w:vAlign w:val="center"/>
          </w:tcPr>
          <w:p w:rsidR="001D4D60" w:rsidRDefault="001D4D60" w:rsidP="00DF193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3827" w:type="dxa"/>
            <w:gridSpan w:val="7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9D9D9" w:themeFill="background1" w:themeFillShade="D9"/>
            <w:vAlign w:val="center"/>
          </w:tcPr>
          <w:p w:rsidR="001D4D60" w:rsidRPr="00DF193F" w:rsidRDefault="001D4D60" w:rsidP="00DF193F">
            <w:pPr>
              <w:ind w:left="-709" w:firstLine="72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F193F">
              <w:rPr>
                <w:rFonts w:ascii="Arial" w:hAnsi="Arial"/>
                <w:b/>
                <w:sz w:val="20"/>
                <w:szCs w:val="20"/>
              </w:rPr>
              <w:t>DOB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&amp; USI:</w:t>
            </w:r>
          </w:p>
        </w:tc>
        <w:tc>
          <w:tcPr>
            <w:tcW w:w="1417" w:type="dxa"/>
            <w:gridSpan w:val="4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</w:tr>
      <w:tr w:rsidR="001D4D60" w:rsidRPr="007826F5" w:rsidTr="001D4D60">
        <w:trPr>
          <w:trHeight w:val="404"/>
        </w:trPr>
        <w:tc>
          <w:tcPr>
            <w:tcW w:w="2093" w:type="dxa"/>
            <w:gridSpan w:val="2"/>
            <w:shd w:val="clear" w:color="auto" w:fill="D9D9D9"/>
            <w:vAlign w:val="center"/>
          </w:tcPr>
          <w:p w:rsidR="001D4D60" w:rsidRDefault="001D4D60" w:rsidP="00DF193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3827" w:type="dxa"/>
            <w:gridSpan w:val="7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9D9D9" w:themeFill="background1" w:themeFillShade="D9"/>
            <w:vAlign w:val="center"/>
          </w:tcPr>
          <w:p w:rsidR="001D4D60" w:rsidRPr="00DF193F" w:rsidRDefault="001D4D60" w:rsidP="00DF193F">
            <w:pPr>
              <w:ind w:left="-709" w:firstLine="72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F193F">
              <w:rPr>
                <w:rFonts w:ascii="Arial" w:hAnsi="Arial"/>
                <w:b/>
                <w:sz w:val="20"/>
                <w:szCs w:val="20"/>
              </w:rPr>
              <w:t>DOB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&amp; USI:</w:t>
            </w:r>
          </w:p>
        </w:tc>
        <w:tc>
          <w:tcPr>
            <w:tcW w:w="1417" w:type="dxa"/>
            <w:gridSpan w:val="4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</w:tr>
      <w:tr w:rsidR="001D4D60" w:rsidRPr="007826F5" w:rsidTr="001D4D60">
        <w:trPr>
          <w:trHeight w:val="404"/>
        </w:trPr>
        <w:tc>
          <w:tcPr>
            <w:tcW w:w="2093" w:type="dxa"/>
            <w:gridSpan w:val="2"/>
            <w:shd w:val="clear" w:color="auto" w:fill="D9D9D9"/>
            <w:vAlign w:val="center"/>
          </w:tcPr>
          <w:p w:rsidR="001D4D60" w:rsidRDefault="001D4D60" w:rsidP="00DF193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NAME:</w:t>
            </w:r>
          </w:p>
        </w:tc>
        <w:tc>
          <w:tcPr>
            <w:tcW w:w="3827" w:type="dxa"/>
            <w:gridSpan w:val="7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D9D9D9" w:themeFill="background1" w:themeFillShade="D9"/>
            <w:vAlign w:val="center"/>
          </w:tcPr>
          <w:p w:rsidR="001D4D60" w:rsidRPr="00DF193F" w:rsidRDefault="001D4D60" w:rsidP="00DF193F">
            <w:pPr>
              <w:ind w:left="-709" w:firstLine="72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F193F">
              <w:rPr>
                <w:rFonts w:ascii="Arial" w:hAnsi="Arial"/>
                <w:b/>
                <w:sz w:val="20"/>
                <w:szCs w:val="20"/>
              </w:rPr>
              <w:t>DOB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&amp; USI:</w:t>
            </w:r>
          </w:p>
        </w:tc>
        <w:tc>
          <w:tcPr>
            <w:tcW w:w="1417" w:type="dxa"/>
            <w:gridSpan w:val="4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D4D60" w:rsidRDefault="001D4D60" w:rsidP="00DF193F">
            <w:pPr>
              <w:ind w:left="-709" w:firstLine="720"/>
              <w:rPr>
                <w:rFonts w:ascii="Arial" w:hAnsi="Arial"/>
                <w:sz w:val="20"/>
                <w:szCs w:val="20"/>
              </w:rPr>
            </w:pPr>
          </w:p>
        </w:tc>
      </w:tr>
      <w:tr w:rsidR="00DF193F" w:rsidRPr="007826F5" w:rsidTr="00AB7718">
        <w:trPr>
          <w:trHeight w:val="340"/>
        </w:trPr>
        <w:tc>
          <w:tcPr>
            <w:tcW w:w="11165" w:type="dxa"/>
            <w:gridSpan w:val="19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DF193F" w:rsidRPr="00723572" w:rsidRDefault="00DF193F" w:rsidP="00DF193F">
            <w:pPr>
              <w:jc w:val="center"/>
              <w:rPr>
                <w:rFonts w:ascii="Arial" w:hAnsi="Arial"/>
                <w:b/>
                <w:sz w:val="22"/>
                <w:szCs w:val="22"/>
                <w:highlight w:val="black"/>
              </w:rPr>
            </w:pPr>
            <w:r>
              <w:rPr>
                <w:rFonts w:ascii="Arial" w:hAnsi="Arial"/>
                <w:b/>
                <w:sz w:val="22"/>
                <w:szCs w:val="22"/>
                <w:highlight w:val="black"/>
              </w:rPr>
              <w:t xml:space="preserve">COURSE DETAILS </w:t>
            </w:r>
          </w:p>
        </w:tc>
      </w:tr>
      <w:tr w:rsidR="00DF193F" w:rsidRPr="007826F5" w:rsidTr="00DF193F">
        <w:trPr>
          <w:trHeight w:val="41"/>
        </w:trPr>
        <w:tc>
          <w:tcPr>
            <w:tcW w:w="5637" w:type="dxa"/>
            <w:gridSpan w:val="8"/>
            <w:shd w:val="clear" w:color="auto" w:fill="D9D9D9"/>
            <w:vAlign w:val="center"/>
          </w:tcPr>
          <w:p w:rsidR="00DF193F" w:rsidRPr="00723572" w:rsidRDefault="00DF193F" w:rsidP="00DF193F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Course </w:t>
            </w:r>
            <w:r w:rsidRPr="00723572">
              <w:rPr>
                <w:rFonts w:ascii="Arial" w:hAnsi="Arial"/>
                <w:b/>
                <w:sz w:val="22"/>
                <w:szCs w:val="22"/>
              </w:rPr>
              <w:t>Name</w:t>
            </w:r>
          </w:p>
        </w:tc>
        <w:tc>
          <w:tcPr>
            <w:tcW w:w="2551" w:type="dxa"/>
            <w:gridSpan w:val="7"/>
            <w:shd w:val="clear" w:color="auto" w:fill="D9D9D9"/>
            <w:vAlign w:val="center"/>
          </w:tcPr>
          <w:p w:rsidR="00DF193F" w:rsidRPr="00723572" w:rsidRDefault="00DF193F" w:rsidP="00DF193F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 Course Date</w:t>
            </w:r>
          </w:p>
        </w:tc>
        <w:tc>
          <w:tcPr>
            <w:tcW w:w="2977" w:type="dxa"/>
            <w:gridSpan w:val="4"/>
            <w:shd w:val="clear" w:color="auto" w:fill="D9D9D9"/>
            <w:vAlign w:val="center"/>
          </w:tcPr>
          <w:p w:rsidR="00DF193F" w:rsidRDefault="00DF193F" w:rsidP="00DF193F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Course Date </w:t>
            </w:r>
          </w:p>
          <w:p w:rsidR="00DF193F" w:rsidRPr="00723572" w:rsidRDefault="00DF193F" w:rsidP="00DF193F">
            <w:pPr>
              <w:ind w:left="-1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E527F5">
              <w:rPr>
                <w:rFonts w:ascii="Arial" w:hAnsi="Arial"/>
                <w:b/>
                <w:sz w:val="18"/>
                <w:szCs w:val="18"/>
              </w:rPr>
              <w:t>(Preference 2)</w:t>
            </w:r>
          </w:p>
        </w:tc>
      </w:tr>
      <w:tr w:rsidR="00DF193F" w:rsidRPr="007826F5" w:rsidTr="00DF193F">
        <w:trPr>
          <w:trHeight w:val="276"/>
        </w:trPr>
        <w:tc>
          <w:tcPr>
            <w:tcW w:w="5637" w:type="dxa"/>
            <w:gridSpan w:val="8"/>
            <w:shd w:val="clear" w:color="auto" w:fill="auto"/>
            <w:vAlign w:val="center"/>
          </w:tcPr>
          <w:p w:rsidR="00DF193F" w:rsidRPr="00504FB3" w:rsidRDefault="00DF193F" w:rsidP="00DF193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551" w:type="dxa"/>
            <w:gridSpan w:val="7"/>
            <w:shd w:val="clear" w:color="auto" w:fill="auto"/>
            <w:vAlign w:val="center"/>
          </w:tcPr>
          <w:p w:rsidR="00DF193F" w:rsidRDefault="00DF193F" w:rsidP="00DF193F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  <w:p w:rsidR="00DF193F" w:rsidRPr="00504FB3" w:rsidRDefault="00DF193F" w:rsidP="00DF193F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DF193F" w:rsidRPr="00504FB3" w:rsidRDefault="00DF193F" w:rsidP="00DF193F">
            <w:pPr>
              <w:ind w:left="-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DF193F" w:rsidRPr="007826F5" w:rsidTr="00AB7718">
        <w:tc>
          <w:tcPr>
            <w:tcW w:w="11165" w:type="dxa"/>
            <w:gridSpan w:val="19"/>
            <w:shd w:val="clear" w:color="auto" w:fill="000000"/>
          </w:tcPr>
          <w:p w:rsidR="00DF193F" w:rsidRPr="007826F5" w:rsidRDefault="00DF193F" w:rsidP="00DF193F">
            <w:pPr>
              <w:jc w:val="center"/>
              <w:rPr>
                <w:rFonts w:ascii="Arial" w:hAnsi="Arial"/>
                <w:b/>
                <w:highlight w:val="black"/>
              </w:rPr>
            </w:pPr>
            <w:r>
              <w:rPr>
                <w:rFonts w:ascii="Arial" w:hAnsi="Arial"/>
                <w:b/>
                <w:highlight w:val="black"/>
              </w:rPr>
              <w:t>PAYMENT DETAILS</w:t>
            </w:r>
          </w:p>
        </w:tc>
      </w:tr>
      <w:tr w:rsidR="00534C26" w:rsidRPr="003079B7" w:rsidTr="00534C26">
        <w:trPr>
          <w:trHeight w:val="374"/>
        </w:trPr>
        <w:tc>
          <w:tcPr>
            <w:tcW w:w="3227" w:type="dxa"/>
            <w:gridSpan w:val="4"/>
            <w:shd w:val="clear" w:color="auto" w:fill="D9D9D9"/>
            <w:vAlign w:val="center"/>
          </w:tcPr>
          <w:p w:rsidR="00534C26" w:rsidRDefault="00534C26" w:rsidP="00DF193F">
            <w:pPr>
              <w:tabs>
                <w:tab w:val="left" w:pos="1418"/>
                <w:tab w:val="left" w:pos="2694"/>
              </w:tabs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CONCESSION:</w:t>
            </w:r>
          </w:p>
        </w:tc>
        <w:tc>
          <w:tcPr>
            <w:tcW w:w="2126" w:type="dxa"/>
            <w:gridSpan w:val="3"/>
            <w:vAlign w:val="center"/>
          </w:tcPr>
          <w:p w:rsidR="00534C26" w:rsidRDefault="00534C26" w:rsidP="00DF193F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STUDENT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gridSpan w:val="4"/>
            <w:vAlign w:val="center"/>
          </w:tcPr>
          <w:p w:rsidR="00534C26" w:rsidRDefault="00534C26" w:rsidP="00534C26">
            <w:pPr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PENSIONER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11" w:type="dxa"/>
            <w:gridSpan w:val="8"/>
            <w:vAlign w:val="center"/>
          </w:tcPr>
          <w:p w:rsidR="00534C26" w:rsidRDefault="00534C26" w:rsidP="00DF193F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CRN:</w:t>
            </w:r>
          </w:p>
        </w:tc>
      </w:tr>
      <w:tr w:rsidR="00C10E26" w:rsidRPr="003079B7" w:rsidTr="00534C26">
        <w:trPr>
          <w:trHeight w:val="374"/>
        </w:trPr>
        <w:tc>
          <w:tcPr>
            <w:tcW w:w="3227" w:type="dxa"/>
            <w:gridSpan w:val="4"/>
            <w:shd w:val="clear" w:color="auto" w:fill="D9D9D9"/>
            <w:vAlign w:val="center"/>
          </w:tcPr>
          <w:p w:rsidR="00C10E26" w:rsidRDefault="00534C26" w:rsidP="00DF193F">
            <w:pPr>
              <w:tabs>
                <w:tab w:val="left" w:pos="1418"/>
                <w:tab w:val="left" w:pos="2694"/>
              </w:tabs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CHEQUE ENCLOSED</w:t>
            </w:r>
          </w:p>
        </w:tc>
        <w:tc>
          <w:tcPr>
            <w:tcW w:w="2126" w:type="dxa"/>
            <w:gridSpan w:val="3"/>
            <w:vAlign w:val="center"/>
          </w:tcPr>
          <w:p w:rsidR="00C10E26" w:rsidRDefault="00C10E26" w:rsidP="00DF193F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YES: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NO: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gridSpan w:val="4"/>
            <w:vAlign w:val="center"/>
          </w:tcPr>
          <w:p w:rsidR="00C10E26" w:rsidRDefault="00534C26" w:rsidP="00DF193F">
            <w:pPr>
              <w:rPr>
                <w:rFonts w:ascii="Arial" w:hAnsi="Arial"/>
                <w:b/>
                <w:sz w:val="20"/>
                <w:szCs w:val="20"/>
              </w:rPr>
            </w:pPr>
            <w:r w:rsidRPr="00534C26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CHEQUE NO:</w:t>
            </w:r>
          </w:p>
        </w:tc>
        <w:tc>
          <w:tcPr>
            <w:tcW w:w="4111" w:type="dxa"/>
            <w:gridSpan w:val="8"/>
            <w:vAlign w:val="center"/>
          </w:tcPr>
          <w:p w:rsidR="00C10E26" w:rsidRDefault="00C10E26" w:rsidP="00534C26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C10E26" w:rsidRPr="003079B7" w:rsidTr="00D02217">
        <w:trPr>
          <w:trHeight w:val="374"/>
        </w:trPr>
        <w:tc>
          <w:tcPr>
            <w:tcW w:w="3227" w:type="dxa"/>
            <w:gridSpan w:val="4"/>
            <w:shd w:val="clear" w:color="auto" w:fill="D9D9D9"/>
            <w:vAlign w:val="center"/>
          </w:tcPr>
          <w:p w:rsidR="00C10E26" w:rsidRDefault="00534C26" w:rsidP="00534C26">
            <w:pPr>
              <w:tabs>
                <w:tab w:val="left" w:pos="1418"/>
                <w:tab w:val="left" w:pos="2694"/>
              </w:tabs>
              <w:jc w:val="right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DEBIT / CREDIT CARD</w:t>
            </w:r>
            <w:r w:rsidRPr="00FD5069">
              <w:rPr>
                <w:rFonts w:ascii="Arial" w:hAnsi="Arial"/>
                <w:b/>
                <w:color w:val="FF0000"/>
                <w:sz w:val="20"/>
                <w:szCs w:val="20"/>
              </w:rPr>
              <w:t>:</w:t>
            </w:r>
          </w:p>
        </w:tc>
        <w:tc>
          <w:tcPr>
            <w:tcW w:w="7938" w:type="dxa"/>
            <w:gridSpan w:val="15"/>
            <w:vAlign w:val="center"/>
          </w:tcPr>
          <w:p w:rsidR="00C10E26" w:rsidRDefault="00534C26" w:rsidP="00534C26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MASTERCARD: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      VISA:     </w:t>
            </w:r>
            <w:r>
              <w:rPr>
                <w:rFonts w:ascii="Arial" w:hAnsi="Arial"/>
                <w:b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z w:val="20"/>
                <w:szCs w:val="20"/>
              </w:rPr>
              <w:instrText xml:space="preserve"> FORMCHECKBOX </w:instrText>
            </w:r>
            <w:r w:rsidR="00316AB8">
              <w:rPr>
                <w:rFonts w:ascii="Arial" w:hAnsi="Arial"/>
                <w:b/>
                <w:sz w:val="20"/>
                <w:szCs w:val="20"/>
              </w:rPr>
            </w:r>
            <w:r w:rsidR="00316AB8">
              <w:rPr>
                <w:rFonts w:ascii="Arial" w:hAnsi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b/>
                <w:sz w:val="20"/>
                <w:szCs w:val="20"/>
              </w:rPr>
              <w:fldChar w:fldCharType="end"/>
            </w:r>
          </w:p>
        </w:tc>
      </w:tr>
      <w:tr w:rsidR="00C10E26" w:rsidRPr="003079B7" w:rsidTr="0057501E">
        <w:trPr>
          <w:trHeight w:val="514"/>
        </w:trPr>
        <w:tc>
          <w:tcPr>
            <w:tcW w:w="464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E26" w:rsidRPr="00E72C4E" w:rsidRDefault="00534C26" w:rsidP="00534C26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534C26">
              <w:rPr>
                <w:rFonts w:ascii="Arial" w:hAnsi="Arial"/>
                <w:b/>
                <w:color w:val="FF0000"/>
                <w:sz w:val="20"/>
                <w:szCs w:val="20"/>
              </w:rPr>
              <w:t>TOTAL AMOUNT</w:t>
            </w:r>
            <w:r>
              <w:rPr>
                <w:rFonts w:ascii="Arial" w:hAnsi="Arial"/>
                <w:b/>
                <w:color w:val="FF0000"/>
                <w:sz w:val="20"/>
                <w:szCs w:val="20"/>
              </w:rPr>
              <w:t>:</w:t>
            </w:r>
          </w:p>
        </w:tc>
        <w:tc>
          <w:tcPr>
            <w:tcW w:w="6521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E26" w:rsidRPr="0057501E" w:rsidRDefault="00534C26" w:rsidP="00C10E26">
            <w:pPr>
              <w:rPr>
                <w:rFonts w:ascii="Arial" w:hAnsi="Arial"/>
                <w:b/>
                <w:sz w:val="16"/>
                <w:szCs w:val="16"/>
              </w:rPr>
            </w:pPr>
            <w:r w:rsidRPr="00534C26">
              <w:rPr>
                <w:rFonts w:ascii="Arial" w:hAnsi="Arial"/>
                <w:b/>
                <w:sz w:val="22"/>
                <w:szCs w:val="16"/>
              </w:rPr>
              <w:t>$</w:t>
            </w:r>
          </w:p>
        </w:tc>
      </w:tr>
      <w:tr w:rsidR="00DF193F" w:rsidRPr="003079B7" w:rsidTr="00940F01">
        <w:trPr>
          <w:trHeight w:val="420"/>
        </w:trPr>
        <w:tc>
          <w:tcPr>
            <w:tcW w:w="11165" w:type="dxa"/>
            <w:gridSpan w:val="19"/>
            <w:shd w:val="clear" w:color="auto" w:fill="auto"/>
            <w:vAlign w:val="center"/>
          </w:tcPr>
          <w:p w:rsidR="00DF193F" w:rsidRPr="00540723" w:rsidRDefault="00DF193F" w:rsidP="00DF193F">
            <w:pPr>
              <w:tabs>
                <w:tab w:val="left" w:pos="7110"/>
              </w:tabs>
              <w:rPr>
                <w:rStyle w:val="Emphasis"/>
                <w:i w:val="0"/>
                <w:iCs w:val="0"/>
              </w:rPr>
            </w:pPr>
            <w:r w:rsidRPr="006B5BB4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NAME ON CARD:</w:t>
            </w:r>
            <w:r w:rsidRPr="006B5BB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6B5BB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B5BB4">
              <w:rPr>
                <w:rFonts w:ascii="Arial" w:hAnsi="Arial" w:cs="Arial"/>
                <w:sz w:val="20"/>
                <w:szCs w:val="20"/>
              </w:rPr>
            </w:r>
            <w:r w:rsidRPr="006B5BB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B5BB4">
              <w:rPr>
                <w:rFonts w:ascii="Arial" w:hAnsi="Arial" w:cs="Arial"/>
                <w:sz w:val="20"/>
                <w:szCs w:val="20"/>
              </w:rPr>
              <w:t> </w:t>
            </w:r>
            <w:r w:rsidRPr="006B5BB4">
              <w:rPr>
                <w:rFonts w:ascii="Arial" w:hAnsi="Arial" w:cs="Arial"/>
                <w:sz w:val="20"/>
                <w:szCs w:val="20"/>
              </w:rPr>
              <w:t> </w:t>
            </w:r>
            <w:r w:rsidRPr="006B5BB4">
              <w:rPr>
                <w:rFonts w:ascii="Arial" w:hAnsi="Arial" w:cs="Arial"/>
                <w:sz w:val="20"/>
                <w:szCs w:val="20"/>
              </w:rPr>
              <w:t> </w:t>
            </w:r>
            <w:r w:rsidRPr="006B5BB4">
              <w:rPr>
                <w:rFonts w:ascii="Arial" w:hAnsi="Arial" w:cs="Arial"/>
                <w:sz w:val="20"/>
                <w:szCs w:val="20"/>
              </w:rPr>
              <w:t> </w:t>
            </w:r>
            <w:r w:rsidRPr="006B5BB4">
              <w:rPr>
                <w:rFonts w:ascii="Arial" w:hAnsi="Arial" w:cs="Arial"/>
                <w:sz w:val="20"/>
                <w:szCs w:val="20"/>
              </w:rPr>
              <w:t> </w:t>
            </w:r>
            <w:r w:rsidRPr="006B5BB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</w:tr>
      <w:tr w:rsidR="00DF193F" w:rsidRPr="003079B7" w:rsidTr="00C10E26">
        <w:trPr>
          <w:trHeight w:val="454"/>
        </w:trPr>
        <w:tc>
          <w:tcPr>
            <w:tcW w:w="7763" w:type="dxa"/>
            <w:gridSpan w:val="14"/>
            <w:shd w:val="clear" w:color="auto" w:fill="auto"/>
            <w:vAlign w:val="center"/>
          </w:tcPr>
          <w:p w:rsidR="00DF193F" w:rsidRDefault="00DF193F" w:rsidP="00DF193F">
            <w:pPr>
              <w:rPr>
                <w:rStyle w:val="Emphasis"/>
                <w:i w:val="0"/>
                <w:iCs w:val="0"/>
              </w:rPr>
            </w:pPr>
            <w:r w:rsidRPr="006B5BB4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 xml:space="preserve">CARD NUMBER: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DF193F" w:rsidRDefault="00DF193F" w:rsidP="00DF193F">
            <w:pPr>
              <w:rPr>
                <w:rStyle w:val="Emphasis"/>
                <w:i w:val="0"/>
                <w:iCs w:val="0"/>
              </w:rPr>
            </w:pPr>
            <w:r w:rsidRPr="006B5BB4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EXP:</w:t>
            </w:r>
            <w:r w:rsidRPr="006B5BB4">
              <w:rPr>
                <w:rStyle w:val="Emphasis"/>
                <w:b/>
                <w:i w:val="0"/>
                <w:iCs w:val="0"/>
              </w:rPr>
              <w:t xml:space="preserve"> 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</w:p>
        </w:tc>
      </w:tr>
      <w:tr w:rsidR="0048523F" w:rsidRPr="003079B7" w:rsidTr="0048523F">
        <w:trPr>
          <w:trHeight w:val="520"/>
        </w:trPr>
        <w:tc>
          <w:tcPr>
            <w:tcW w:w="7763" w:type="dxa"/>
            <w:gridSpan w:val="14"/>
            <w:shd w:val="clear" w:color="auto" w:fill="auto"/>
            <w:vAlign w:val="center"/>
          </w:tcPr>
          <w:p w:rsidR="0048523F" w:rsidRDefault="0048523F" w:rsidP="00DF193F">
            <w:pPr>
              <w:rPr>
                <w:rStyle w:val="Emphasis"/>
                <w:i w:val="0"/>
                <w:iCs w:val="0"/>
              </w:rPr>
            </w:pPr>
            <w:r w:rsidRPr="006B5BB4">
              <w:rPr>
                <w:rStyle w:val="Emphasis"/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CARD HOLDER SIGNATURE:</w:t>
            </w:r>
            <w:r w:rsidRPr="006B5BB4">
              <w:rPr>
                <w:rStyle w:val="Emphasis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  <w:r>
              <w:rPr>
                <w:rFonts w:ascii="Arial" w:hAnsi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/>
                <w:sz w:val="20"/>
                <w:szCs w:val="20"/>
              </w:rPr>
            </w:r>
            <w:r>
              <w:rPr>
                <w:rFonts w:ascii="Arial" w:hAnsi="Arial"/>
                <w:sz w:val="20"/>
                <w:szCs w:val="20"/>
              </w:rPr>
              <w:fldChar w:fldCharType="separate"/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48523F" w:rsidRPr="0048523F" w:rsidRDefault="0048523F" w:rsidP="00DF193F">
            <w:pPr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</w:pPr>
            <w:r w:rsidRPr="0048523F"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>CCV:</w:t>
            </w:r>
            <w:r>
              <w:rPr>
                <w:rStyle w:val="Emphasis"/>
                <w:rFonts w:asciiTheme="minorHAnsi" w:hAnsiTheme="minorHAnsi"/>
                <w:b/>
                <w:i w:val="0"/>
                <w:iCs w:val="0"/>
                <w:sz w:val="22"/>
                <w:szCs w:val="22"/>
              </w:rPr>
              <w:t xml:space="preserve"> </w:t>
            </w:r>
          </w:p>
        </w:tc>
      </w:tr>
      <w:tr w:rsidR="006B5BB4" w:rsidRPr="003079B7" w:rsidTr="006B5BB4">
        <w:trPr>
          <w:trHeight w:val="372"/>
        </w:trPr>
        <w:tc>
          <w:tcPr>
            <w:tcW w:w="11165" w:type="dxa"/>
            <w:gridSpan w:val="19"/>
            <w:shd w:val="clear" w:color="auto" w:fill="auto"/>
            <w:vAlign w:val="center"/>
          </w:tcPr>
          <w:p w:rsidR="006B5BB4" w:rsidRPr="00C10E26" w:rsidRDefault="006B5BB4" w:rsidP="00C10E2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C10E26">
              <w:rPr>
                <w:rFonts w:ascii="Arial" w:hAnsi="Arial"/>
                <w:b/>
                <w:i/>
                <w:sz w:val="16"/>
                <w:szCs w:val="16"/>
              </w:rPr>
              <w:t>PAYMENT REQUIRED TO PROCESS ENROLMENT</w:t>
            </w:r>
          </w:p>
        </w:tc>
      </w:tr>
      <w:tr w:rsidR="00DF193F" w:rsidRPr="003079B7" w:rsidTr="00AB7718">
        <w:trPr>
          <w:trHeight w:val="719"/>
        </w:trPr>
        <w:tc>
          <w:tcPr>
            <w:tcW w:w="11165" w:type="dxa"/>
            <w:gridSpan w:val="19"/>
            <w:shd w:val="clear" w:color="auto" w:fill="auto"/>
            <w:vAlign w:val="center"/>
          </w:tcPr>
          <w:p w:rsidR="009E44C5" w:rsidRDefault="009E44C5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</w:p>
          <w:p w:rsidR="00DF193F" w:rsidRDefault="00DF193F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 w:rsidRPr="0031538F">
              <w:rPr>
                <w:rFonts w:ascii="Arial" w:hAnsi="Arial"/>
                <w:color w:val="999999"/>
                <w:sz w:val="18"/>
                <w:szCs w:val="18"/>
              </w:rPr>
              <w:t xml:space="preserve">Please email the completed form to </w:t>
            </w:r>
            <w:hyperlink r:id="rId9" w:history="1">
              <w:r w:rsidRPr="00651AB2">
                <w:rPr>
                  <w:rStyle w:val="Hyperlink"/>
                  <w:rFonts w:ascii="Arial" w:hAnsi="Arial"/>
                  <w:sz w:val="18"/>
                  <w:szCs w:val="18"/>
                </w:rPr>
                <w:t>sjabunbury@stjohnambulance.com.au</w:t>
              </w:r>
            </w:hyperlink>
            <w:r>
              <w:rPr>
                <w:rFonts w:ascii="Arial" w:hAnsi="Arial"/>
                <w:color w:val="999999"/>
                <w:sz w:val="18"/>
                <w:szCs w:val="18"/>
              </w:rPr>
              <w:t xml:space="preserve"> </w:t>
            </w:r>
          </w:p>
          <w:p w:rsidR="00DF193F" w:rsidRDefault="00DF193F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>
              <w:rPr>
                <w:rFonts w:ascii="Arial" w:hAnsi="Arial"/>
                <w:color w:val="999999"/>
                <w:sz w:val="18"/>
                <w:szCs w:val="18"/>
              </w:rPr>
              <w:t>Fax Number: 08 9791 3295</w:t>
            </w:r>
          </w:p>
          <w:p w:rsidR="00DF193F" w:rsidRDefault="00DF193F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r>
              <w:rPr>
                <w:rFonts w:ascii="Arial" w:hAnsi="Arial"/>
                <w:color w:val="999999"/>
                <w:sz w:val="18"/>
                <w:szCs w:val="18"/>
              </w:rPr>
              <w:t>For further information, please contact our Administration Team on (08) 97914999</w:t>
            </w:r>
          </w:p>
          <w:p w:rsidR="006B5BB4" w:rsidRDefault="006B5BB4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</w:p>
          <w:p w:rsidR="006B5BB4" w:rsidRDefault="00316AB8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  <w:hyperlink r:id="rId10" w:history="1">
              <w:r w:rsidR="00534C26" w:rsidRPr="00D2750A">
                <w:rPr>
                  <w:rStyle w:val="Hyperlink"/>
                  <w:rFonts w:ascii="Arial" w:hAnsi="Arial"/>
                  <w:sz w:val="18"/>
                  <w:szCs w:val="18"/>
                </w:rPr>
                <w:t>www.stjohnambulance.com.au</w:t>
              </w:r>
            </w:hyperlink>
            <w:r w:rsidR="006B5BB4">
              <w:rPr>
                <w:rFonts w:ascii="Arial" w:hAnsi="Arial"/>
                <w:color w:val="999999"/>
                <w:sz w:val="18"/>
                <w:szCs w:val="18"/>
              </w:rPr>
              <w:t xml:space="preserve"> </w:t>
            </w:r>
          </w:p>
          <w:p w:rsidR="006B5BB4" w:rsidRPr="0031538F" w:rsidRDefault="006B5BB4" w:rsidP="00DF193F">
            <w:pPr>
              <w:jc w:val="center"/>
              <w:rPr>
                <w:rFonts w:ascii="Arial" w:hAnsi="Arial"/>
                <w:color w:val="999999"/>
                <w:sz w:val="18"/>
                <w:szCs w:val="18"/>
              </w:rPr>
            </w:pPr>
          </w:p>
        </w:tc>
      </w:tr>
    </w:tbl>
    <w:p w:rsidR="00053EC1" w:rsidRDefault="00053EC1" w:rsidP="00534C26"/>
    <w:sectPr w:rsidR="00053EC1" w:rsidSect="0028369F">
      <w:headerReference w:type="default" r:id="rId11"/>
      <w:footerReference w:type="default" r:id="rId12"/>
      <w:pgSz w:w="12240" w:h="15840" w:code="1"/>
      <w:pgMar w:top="1418" w:right="1134" w:bottom="709" w:left="1134" w:header="18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60" w:rsidRDefault="001D4D60">
      <w:r>
        <w:separator/>
      </w:r>
    </w:p>
  </w:endnote>
  <w:endnote w:type="continuationSeparator" w:id="0">
    <w:p w:rsidR="001D4D60" w:rsidRDefault="001D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D60" w:rsidRPr="00EE3696" w:rsidRDefault="001D4D60" w:rsidP="00E72C4E">
    <w:pPr>
      <w:pStyle w:val="Header"/>
      <w:tabs>
        <w:tab w:val="left" w:pos="18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1D4D60" w:rsidRPr="003079B7" w:rsidRDefault="001D4D60" w:rsidP="003079B7">
    <w:pPr>
      <w:pStyle w:val="Footer"/>
      <w:pBdr>
        <w:top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EE3696">
      <w:rPr>
        <w:rFonts w:ascii="Arial" w:hAnsi="Arial" w:cs="Arial"/>
        <w:sz w:val="16"/>
        <w:szCs w:val="16"/>
      </w:rPr>
      <w:t xml:space="preserve">Page </w:t>
    </w:r>
    <w:r w:rsidRPr="00EE3696">
      <w:rPr>
        <w:rFonts w:ascii="Arial" w:hAnsi="Arial" w:cs="Arial"/>
        <w:b/>
        <w:sz w:val="16"/>
        <w:szCs w:val="16"/>
      </w:rPr>
      <w:fldChar w:fldCharType="begin"/>
    </w:r>
    <w:r w:rsidRPr="00EE3696">
      <w:rPr>
        <w:rFonts w:ascii="Arial" w:hAnsi="Arial" w:cs="Arial"/>
        <w:b/>
        <w:sz w:val="16"/>
        <w:szCs w:val="16"/>
      </w:rPr>
      <w:instrText xml:space="preserve"> PAGE </w:instrText>
    </w:r>
    <w:r w:rsidRPr="00EE3696">
      <w:rPr>
        <w:rFonts w:ascii="Arial" w:hAnsi="Arial" w:cs="Arial"/>
        <w:b/>
        <w:sz w:val="16"/>
        <w:szCs w:val="16"/>
      </w:rPr>
      <w:fldChar w:fldCharType="separate"/>
    </w:r>
    <w:r w:rsidR="00316AB8">
      <w:rPr>
        <w:rFonts w:ascii="Arial" w:hAnsi="Arial" w:cs="Arial"/>
        <w:b/>
        <w:noProof/>
        <w:sz w:val="16"/>
        <w:szCs w:val="16"/>
      </w:rPr>
      <w:t>1</w:t>
    </w:r>
    <w:r w:rsidRPr="00EE3696">
      <w:rPr>
        <w:rFonts w:ascii="Arial" w:hAnsi="Arial" w:cs="Arial"/>
        <w:b/>
        <w:sz w:val="16"/>
        <w:szCs w:val="16"/>
      </w:rPr>
      <w:fldChar w:fldCharType="end"/>
    </w:r>
    <w:r w:rsidRPr="00EE3696">
      <w:rPr>
        <w:rFonts w:ascii="Arial" w:hAnsi="Arial" w:cs="Arial"/>
        <w:sz w:val="16"/>
        <w:szCs w:val="16"/>
      </w:rPr>
      <w:t xml:space="preserve"> of </w:t>
    </w:r>
    <w:r w:rsidRPr="00EE3696">
      <w:rPr>
        <w:rFonts w:ascii="Arial" w:hAnsi="Arial" w:cs="Arial"/>
        <w:b/>
        <w:sz w:val="16"/>
        <w:szCs w:val="16"/>
      </w:rPr>
      <w:fldChar w:fldCharType="begin"/>
    </w:r>
    <w:r w:rsidRPr="00EE3696">
      <w:rPr>
        <w:rFonts w:ascii="Arial" w:hAnsi="Arial" w:cs="Arial"/>
        <w:b/>
        <w:sz w:val="16"/>
        <w:szCs w:val="16"/>
      </w:rPr>
      <w:instrText xml:space="preserve"> NUMPAGES  </w:instrText>
    </w:r>
    <w:r w:rsidRPr="00EE3696">
      <w:rPr>
        <w:rFonts w:ascii="Arial" w:hAnsi="Arial" w:cs="Arial"/>
        <w:b/>
        <w:sz w:val="16"/>
        <w:szCs w:val="16"/>
      </w:rPr>
      <w:fldChar w:fldCharType="separate"/>
    </w:r>
    <w:r w:rsidR="00316AB8">
      <w:rPr>
        <w:rFonts w:ascii="Arial" w:hAnsi="Arial" w:cs="Arial"/>
        <w:b/>
        <w:noProof/>
        <w:sz w:val="16"/>
        <w:szCs w:val="16"/>
      </w:rPr>
      <w:t>1</w:t>
    </w:r>
    <w:r w:rsidRPr="00EE369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60" w:rsidRDefault="001D4D60">
      <w:r>
        <w:separator/>
      </w:r>
    </w:p>
  </w:footnote>
  <w:footnote w:type="continuationSeparator" w:id="0">
    <w:p w:rsidR="001D4D60" w:rsidRDefault="001D4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D60" w:rsidRDefault="001D4D60" w:rsidP="00053EC1">
    <w:pPr>
      <w:rPr>
        <w:noProof/>
        <w:sz w:val="16"/>
      </w:rPr>
    </w:pPr>
    <w:r w:rsidRPr="00360B69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2BF1BD30" wp14:editId="73F39747">
          <wp:simplePos x="0" y="0"/>
          <wp:positionH relativeFrom="column">
            <wp:posOffset>4885055</wp:posOffset>
          </wp:positionH>
          <wp:positionV relativeFrom="paragraph">
            <wp:posOffset>179705</wp:posOffset>
          </wp:positionV>
          <wp:extent cx="1943100" cy="657225"/>
          <wp:effectExtent l="0" t="0" r="0" b="9525"/>
          <wp:wrapTight wrapText="bothSides">
            <wp:wrapPolygon edited="0">
              <wp:start x="0" y="0"/>
              <wp:lineTo x="0" y="21287"/>
              <wp:lineTo x="21388" y="21287"/>
              <wp:lineTo x="21388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0F033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2AFA725A"/>
    <w:multiLevelType w:val="hybridMultilevel"/>
    <w:tmpl w:val="7F7EA4E2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3734733D"/>
    <w:multiLevelType w:val="hybridMultilevel"/>
    <w:tmpl w:val="B43AB77C"/>
    <w:lvl w:ilvl="0" w:tplc="3EF81F78">
      <w:start w:val="1"/>
      <w:numFmt w:val="bullet"/>
      <w:lvlText w:val="►"/>
      <w:lvlJc w:val="left"/>
      <w:pPr>
        <w:ind w:left="720" w:hanging="363"/>
      </w:pPr>
      <w:rPr>
        <w:rFonts w:ascii="Arial" w:hAnsi="Arial" w:hint="default"/>
        <w:color w:val="C8102E"/>
        <w:sz w:val="20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2806368"/>
    <w:multiLevelType w:val="hybridMultilevel"/>
    <w:tmpl w:val="6646262E"/>
    <w:lvl w:ilvl="0" w:tplc="BE3A6E3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8102E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6252D"/>
    <w:multiLevelType w:val="hybridMultilevel"/>
    <w:tmpl w:val="3D30A5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3A3FE3"/>
    <w:multiLevelType w:val="hybridMultilevel"/>
    <w:tmpl w:val="2D44DAFC"/>
    <w:lvl w:ilvl="0" w:tplc="0C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B508A6"/>
    <w:multiLevelType w:val="hybridMultilevel"/>
    <w:tmpl w:val="D9B44ED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7IGmRPHiJizCglxNKbdRCqZYV8=" w:salt="Vbh3SRGfMpgdw9rf7NOGPA=="/>
  <w:defaultTabStop w:val="72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F5"/>
    <w:rsid w:val="000030A8"/>
    <w:rsid w:val="00011011"/>
    <w:rsid w:val="0001354A"/>
    <w:rsid w:val="000418CD"/>
    <w:rsid w:val="00053EC1"/>
    <w:rsid w:val="000542C6"/>
    <w:rsid w:val="0005505E"/>
    <w:rsid w:val="00056BDB"/>
    <w:rsid w:val="000718BA"/>
    <w:rsid w:val="000766A7"/>
    <w:rsid w:val="0009257B"/>
    <w:rsid w:val="00093E79"/>
    <w:rsid w:val="000C2B3C"/>
    <w:rsid w:val="000D7EAE"/>
    <w:rsid w:val="000E7BC2"/>
    <w:rsid w:val="00101D04"/>
    <w:rsid w:val="001060BA"/>
    <w:rsid w:val="001078BC"/>
    <w:rsid w:val="001114E9"/>
    <w:rsid w:val="00114545"/>
    <w:rsid w:val="00144386"/>
    <w:rsid w:val="001444E5"/>
    <w:rsid w:val="00150572"/>
    <w:rsid w:val="00154576"/>
    <w:rsid w:val="00164B29"/>
    <w:rsid w:val="00164DB2"/>
    <w:rsid w:val="001818CB"/>
    <w:rsid w:val="00186DD3"/>
    <w:rsid w:val="00195938"/>
    <w:rsid w:val="001A2824"/>
    <w:rsid w:val="001A3C74"/>
    <w:rsid w:val="001B46C9"/>
    <w:rsid w:val="001C5D6B"/>
    <w:rsid w:val="001D4D60"/>
    <w:rsid w:val="001E270B"/>
    <w:rsid w:val="001E5D0C"/>
    <w:rsid w:val="00213752"/>
    <w:rsid w:val="00221E98"/>
    <w:rsid w:val="00222D52"/>
    <w:rsid w:val="00230D75"/>
    <w:rsid w:val="00230DCF"/>
    <w:rsid w:val="002442EA"/>
    <w:rsid w:val="00246A2F"/>
    <w:rsid w:val="002478C3"/>
    <w:rsid w:val="00281A9E"/>
    <w:rsid w:val="0028369F"/>
    <w:rsid w:val="002851C8"/>
    <w:rsid w:val="002A1AEA"/>
    <w:rsid w:val="002B3635"/>
    <w:rsid w:val="002B71AC"/>
    <w:rsid w:val="002C144E"/>
    <w:rsid w:val="002C3142"/>
    <w:rsid w:val="002D4641"/>
    <w:rsid w:val="002D7393"/>
    <w:rsid w:val="002E1158"/>
    <w:rsid w:val="002F3577"/>
    <w:rsid w:val="003023FA"/>
    <w:rsid w:val="003079B7"/>
    <w:rsid w:val="0031538F"/>
    <w:rsid w:val="00316AB8"/>
    <w:rsid w:val="00316C4E"/>
    <w:rsid w:val="00351E2A"/>
    <w:rsid w:val="00360B69"/>
    <w:rsid w:val="0037564B"/>
    <w:rsid w:val="00395928"/>
    <w:rsid w:val="003C45DE"/>
    <w:rsid w:val="003C687A"/>
    <w:rsid w:val="003E5EC7"/>
    <w:rsid w:val="00406A93"/>
    <w:rsid w:val="00416F26"/>
    <w:rsid w:val="0042077E"/>
    <w:rsid w:val="004217EB"/>
    <w:rsid w:val="0044122B"/>
    <w:rsid w:val="004441EB"/>
    <w:rsid w:val="00444410"/>
    <w:rsid w:val="004546E7"/>
    <w:rsid w:val="00456249"/>
    <w:rsid w:val="0046035B"/>
    <w:rsid w:val="00465DCA"/>
    <w:rsid w:val="00470AC3"/>
    <w:rsid w:val="0048523F"/>
    <w:rsid w:val="00485C73"/>
    <w:rsid w:val="00493F99"/>
    <w:rsid w:val="004A1D7D"/>
    <w:rsid w:val="004D0063"/>
    <w:rsid w:val="004D78DF"/>
    <w:rsid w:val="004E4560"/>
    <w:rsid w:val="004F254B"/>
    <w:rsid w:val="0050134B"/>
    <w:rsid w:val="00504FB3"/>
    <w:rsid w:val="0051711A"/>
    <w:rsid w:val="00525F01"/>
    <w:rsid w:val="00534C26"/>
    <w:rsid w:val="00534D16"/>
    <w:rsid w:val="0053701F"/>
    <w:rsid w:val="00540723"/>
    <w:rsid w:val="00545371"/>
    <w:rsid w:val="00552C02"/>
    <w:rsid w:val="00555D27"/>
    <w:rsid w:val="0056220D"/>
    <w:rsid w:val="00574662"/>
    <w:rsid w:val="0057501E"/>
    <w:rsid w:val="00582128"/>
    <w:rsid w:val="00582D21"/>
    <w:rsid w:val="00594B0C"/>
    <w:rsid w:val="005A29D3"/>
    <w:rsid w:val="005A3CC0"/>
    <w:rsid w:val="005B4CA0"/>
    <w:rsid w:val="005C0F5A"/>
    <w:rsid w:val="005E0521"/>
    <w:rsid w:val="005E22DD"/>
    <w:rsid w:val="005E4FF9"/>
    <w:rsid w:val="005F034F"/>
    <w:rsid w:val="005F24E3"/>
    <w:rsid w:val="005F2BDC"/>
    <w:rsid w:val="00600B27"/>
    <w:rsid w:val="00613B4F"/>
    <w:rsid w:val="00634EC4"/>
    <w:rsid w:val="00656034"/>
    <w:rsid w:val="00664316"/>
    <w:rsid w:val="006755FB"/>
    <w:rsid w:val="00680792"/>
    <w:rsid w:val="00681B30"/>
    <w:rsid w:val="00697C13"/>
    <w:rsid w:val="006B116A"/>
    <w:rsid w:val="006B2C02"/>
    <w:rsid w:val="006B521F"/>
    <w:rsid w:val="006B5BB4"/>
    <w:rsid w:val="006C62A1"/>
    <w:rsid w:val="006C6D12"/>
    <w:rsid w:val="006D7DF8"/>
    <w:rsid w:val="00715E6C"/>
    <w:rsid w:val="00721B9B"/>
    <w:rsid w:val="00723572"/>
    <w:rsid w:val="007826F5"/>
    <w:rsid w:val="007861F9"/>
    <w:rsid w:val="00790BA1"/>
    <w:rsid w:val="00797D6F"/>
    <w:rsid w:val="007B6057"/>
    <w:rsid w:val="007F5580"/>
    <w:rsid w:val="007F59B1"/>
    <w:rsid w:val="00801755"/>
    <w:rsid w:val="0081580A"/>
    <w:rsid w:val="008227AE"/>
    <w:rsid w:val="008261D8"/>
    <w:rsid w:val="00853F21"/>
    <w:rsid w:val="00872178"/>
    <w:rsid w:val="008819BD"/>
    <w:rsid w:val="0088682A"/>
    <w:rsid w:val="008A46C8"/>
    <w:rsid w:val="008C6E65"/>
    <w:rsid w:val="008D47A2"/>
    <w:rsid w:val="008E2550"/>
    <w:rsid w:val="00901242"/>
    <w:rsid w:val="00903489"/>
    <w:rsid w:val="0093248B"/>
    <w:rsid w:val="00934FE9"/>
    <w:rsid w:val="00940F01"/>
    <w:rsid w:val="009521C0"/>
    <w:rsid w:val="009536B0"/>
    <w:rsid w:val="00983938"/>
    <w:rsid w:val="00985AE9"/>
    <w:rsid w:val="009A1ADD"/>
    <w:rsid w:val="009E44C5"/>
    <w:rsid w:val="009F5720"/>
    <w:rsid w:val="00A14CAF"/>
    <w:rsid w:val="00A16E08"/>
    <w:rsid w:val="00A4325D"/>
    <w:rsid w:val="00A44E9F"/>
    <w:rsid w:val="00A55DBF"/>
    <w:rsid w:val="00A864EF"/>
    <w:rsid w:val="00A87107"/>
    <w:rsid w:val="00A97016"/>
    <w:rsid w:val="00AA3218"/>
    <w:rsid w:val="00AB7718"/>
    <w:rsid w:val="00AD74B1"/>
    <w:rsid w:val="00AE1117"/>
    <w:rsid w:val="00AF79EA"/>
    <w:rsid w:val="00B5386F"/>
    <w:rsid w:val="00B65E23"/>
    <w:rsid w:val="00B73CDD"/>
    <w:rsid w:val="00B743C2"/>
    <w:rsid w:val="00B756D7"/>
    <w:rsid w:val="00B80E43"/>
    <w:rsid w:val="00B87427"/>
    <w:rsid w:val="00B91270"/>
    <w:rsid w:val="00BA46DF"/>
    <w:rsid w:val="00BB397D"/>
    <w:rsid w:val="00BC06A7"/>
    <w:rsid w:val="00BC1DD0"/>
    <w:rsid w:val="00BD4BE7"/>
    <w:rsid w:val="00BE4EF7"/>
    <w:rsid w:val="00C00C9D"/>
    <w:rsid w:val="00C051C5"/>
    <w:rsid w:val="00C10E26"/>
    <w:rsid w:val="00C11CC2"/>
    <w:rsid w:val="00C24241"/>
    <w:rsid w:val="00C33881"/>
    <w:rsid w:val="00C45D9D"/>
    <w:rsid w:val="00C62BA8"/>
    <w:rsid w:val="00C62BA9"/>
    <w:rsid w:val="00C828D4"/>
    <w:rsid w:val="00C962A2"/>
    <w:rsid w:val="00CA262B"/>
    <w:rsid w:val="00CD2430"/>
    <w:rsid w:val="00CE0CF1"/>
    <w:rsid w:val="00CE62B0"/>
    <w:rsid w:val="00CF24F5"/>
    <w:rsid w:val="00D02217"/>
    <w:rsid w:val="00D033CD"/>
    <w:rsid w:val="00D23FE1"/>
    <w:rsid w:val="00D42659"/>
    <w:rsid w:val="00D9203C"/>
    <w:rsid w:val="00D9712D"/>
    <w:rsid w:val="00D97938"/>
    <w:rsid w:val="00DB1454"/>
    <w:rsid w:val="00DC15D0"/>
    <w:rsid w:val="00DC1AF8"/>
    <w:rsid w:val="00DF193F"/>
    <w:rsid w:val="00DF223C"/>
    <w:rsid w:val="00DF58F8"/>
    <w:rsid w:val="00E02F13"/>
    <w:rsid w:val="00E06385"/>
    <w:rsid w:val="00E14218"/>
    <w:rsid w:val="00E50969"/>
    <w:rsid w:val="00E527F5"/>
    <w:rsid w:val="00E679B8"/>
    <w:rsid w:val="00E702A3"/>
    <w:rsid w:val="00E72C4E"/>
    <w:rsid w:val="00E75952"/>
    <w:rsid w:val="00E75DC2"/>
    <w:rsid w:val="00E814C1"/>
    <w:rsid w:val="00E91E97"/>
    <w:rsid w:val="00E939C5"/>
    <w:rsid w:val="00EA0C98"/>
    <w:rsid w:val="00EC22AA"/>
    <w:rsid w:val="00ED2680"/>
    <w:rsid w:val="00ED33EE"/>
    <w:rsid w:val="00ED6354"/>
    <w:rsid w:val="00ED7458"/>
    <w:rsid w:val="00EE1D04"/>
    <w:rsid w:val="00EE3696"/>
    <w:rsid w:val="00EF4BBA"/>
    <w:rsid w:val="00F1233D"/>
    <w:rsid w:val="00F2442F"/>
    <w:rsid w:val="00F278AF"/>
    <w:rsid w:val="00F3544F"/>
    <w:rsid w:val="00F52CD0"/>
    <w:rsid w:val="00F544DF"/>
    <w:rsid w:val="00F55088"/>
    <w:rsid w:val="00F6072D"/>
    <w:rsid w:val="00F629AF"/>
    <w:rsid w:val="00F77CE3"/>
    <w:rsid w:val="00F8223B"/>
    <w:rsid w:val="00F84246"/>
    <w:rsid w:val="00FB7F6A"/>
    <w:rsid w:val="00FD5069"/>
    <w:rsid w:val="00FF2765"/>
    <w:rsid w:val="00F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Number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4F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23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2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F24F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CF24F5"/>
    <w:rPr>
      <w:color w:val="0000FF"/>
      <w:u w:val="single"/>
    </w:rPr>
  </w:style>
  <w:style w:type="table" w:styleId="TableGrid">
    <w:name w:val="Table Grid"/>
    <w:basedOn w:val="TableNormal"/>
    <w:rsid w:val="0028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B71AC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4A1D7D"/>
  </w:style>
  <w:style w:type="character" w:customStyle="1" w:styleId="FooterChar">
    <w:name w:val="Footer Char"/>
    <w:link w:val="Footer"/>
    <w:uiPriority w:val="99"/>
    <w:rsid w:val="003079B7"/>
    <w:rPr>
      <w:sz w:val="24"/>
      <w:szCs w:val="24"/>
      <w:lang w:eastAsia="en-US"/>
    </w:rPr>
  </w:style>
  <w:style w:type="character" w:styleId="CommentReference">
    <w:name w:val="annotation reference"/>
    <w:rsid w:val="009A1A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ADD"/>
    <w:rPr>
      <w:sz w:val="20"/>
      <w:szCs w:val="20"/>
    </w:rPr>
  </w:style>
  <w:style w:type="character" w:customStyle="1" w:styleId="CommentTextChar">
    <w:name w:val="Comment Text Char"/>
    <w:link w:val="CommentText"/>
    <w:rsid w:val="009A1AD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1ADD"/>
    <w:rPr>
      <w:b/>
      <w:bCs/>
    </w:rPr>
  </w:style>
  <w:style w:type="character" w:customStyle="1" w:styleId="CommentSubjectChar">
    <w:name w:val="Comment Subject Char"/>
    <w:link w:val="CommentSubject"/>
    <w:rsid w:val="009A1AD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50969"/>
    <w:pPr>
      <w:ind w:left="720"/>
      <w:contextualSpacing/>
    </w:pPr>
  </w:style>
  <w:style w:type="character" w:styleId="Emphasis">
    <w:name w:val="Emphasis"/>
    <w:basedOn w:val="DefaultParagraphFont"/>
    <w:qFormat/>
    <w:rsid w:val="00723572"/>
    <w:rPr>
      <w:i/>
      <w:iCs/>
    </w:rPr>
  </w:style>
  <w:style w:type="character" w:customStyle="1" w:styleId="Heading1Char">
    <w:name w:val="Heading 1 Char"/>
    <w:basedOn w:val="DefaultParagraphFont"/>
    <w:link w:val="Heading1"/>
    <w:rsid w:val="00723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5F034F"/>
    <w:rPr>
      <w:b/>
      <w:bCs/>
    </w:rPr>
  </w:style>
  <w:style w:type="character" w:styleId="FollowedHyperlink">
    <w:name w:val="FollowedHyperlink"/>
    <w:basedOn w:val="DefaultParagraphFont"/>
    <w:rsid w:val="00E527F5"/>
    <w:rPr>
      <w:color w:val="800080" w:themeColor="followedHyperlink"/>
      <w:u w:val="single"/>
    </w:rPr>
  </w:style>
  <w:style w:type="paragraph" w:styleId="ListNumber">
    <w:name w:val="List Number"/>
    <w:basedOn w:val="Normal"/>
    <w:uiPriority w:val="99"/>
    <w:unhideWhenUsed/>
    <w:qFormat/>
    <w:rsid w:val="00053EC1"/>
    <w:pPr>
      <w:numPr>
        <w:numId w:val="3"/>
      </w:numPr>
      <w:spacing w:line="276" w:lineRule="auto"/>
      <w:ind w:left="357" w:hanging="357"/>
      <w:contextualSpacing/>
    </w:pPr>
    <w:rPr>
      <w:rFonts w:ascii="Arial" w:eastAsia="Calibri" w:hAnsi="Arial"/>
      <w:color w:val="404040"/>
      <w:szCs w:val="20"/>
      <w:lang w:eastAsia="en-AU"/>
    </w:rPr>
  </w:style>
  <w:style w:type="paragraph" w:customStyle="1" w:styleId="FormTitle">
    <w:name w:val="Form Title"/>
    <w:basedOn w:val="Normal"/>
    <w:autoRedefine/>
    <w:qFormat/>
    <w:rsid w:val="00053EC1"/>
    <w:pPr>
      <w:spacing w:before="120" w:after="120" w:line="276" w:lineRule="auto"/>
    </w:pPr>
    <w:rPr>
      <w:rFonts w:ascii="Arial" w:eastAsia="Calibri" w:hAnsi="Arial"/>
      <w:color w:val="C8102E"/>
      <w:sz w:val="28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053EC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Number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4F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235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24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F24F5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CF24F5"/>
    <w:rPr>
      <w:color w:val="0000FF"/>
      <w:u w:val="single"/>
    </w:rPr>
  </w:style>
  <w:style w:type="table" w:styleId="TableGrid">
    <w:name w:val="Table Grid"/>
    <w:basedOn w:val="TableNormal"/>
    <w:rsid w:val="0028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B71AC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4A1D7D"/>
  </w:style>
  <w:style w:type="character" w:customStyle="1" w:styleId="FooterChar">
    <w:name w:val="Footer Char"/>
    <w:link w:val="Footer"/>
    <w:uiPriority w:val="99"/>
    <w:rsid w:val="003079B7"/>
    <w:rPr>
      <w:sz w:val="24"/>
      <w:szCs w:val="24"/>
      <w:lang w:eastAsia="en-US"/>
    </w:rPr>
  </w:style>
  <w:style w:type="character" w:styleId="CommentReference">
    <w:name w:val="annotation reference"/>
    <w:rsid w:val="009A1A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ADD"/>
    <w:rPr>
      <w:sz w:val="20"/>
      <w:szCs w:val="20"/>
    </w:rPr>
  </w:style>
  <w:style w:type="character" w:customStyle="1" w:styleId="CommentTextChar">
    <w:name w:val="Comment Text Char"/>
    <w:link w:val="CommentText"/>
    <w:rsid w:val="009A1AD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1ADD"/>
    <w:rPr>
      <w:b/>
      <w:bCs/>
    </w:rPr>
  </w:style>
  <w:style w:type="character" w:customStyle="1" w:styleId="CommentSubjectChar">
    <w:name w:val="Comment Subject Char"/>
    <w:link w:val="CommentSubject"/>
    <w:rsid w:val="009A1ADD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E50969"/>
    <w:pPr>
      <w:ind w:left="720"/>
      <w:contextualSpacing/>
    </w:pPr>
  </w:style>
  <w:style w:type="character" w:styleId="Emphasis">
    <w:name w:val="Emphasis"/>
    <w:basedOn w:val="DefaultParagraphFont"/>
    <w:qFormat/>
    <w:rsid w:val="00723572"/>
    <w:rPr>
      <w:i/>
      <w:iCs/>
    </w:rPr>
  </w:style>
  <w:style w:type="character" w:customStyle="1" w:styleId="Heading1Char">
    <w:name w:val="Heading 1 Char"/>
    <w:basedOn w:val="DefaultParagraphFont"/>
    <w:link w:val="Heading1"/>
    <w:rsid w:val="007235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Strong">
    <w:name w:val="Strong"/>
    <w:basedOn w:val="DefaultParagraphFont"/>
    <w:qFormat/>
    <w:rsid w:val="005F034F"/>
    <w:rPr>
      <w:b/>
      <w:bCs/>
    </w:rPr>
  </w:style>
  <w:style w:type="character" w:styleId="FollowedHyperlink">
    <w:name w:val="FollowedHyperlink"/>
    <w:basedOn w:val="DefaultParagraphFont"/>
    <w:rsid w:val="00E527F5"/>
    <w:rPr>
      <w:color w:val="800080" w:themeColor="followedHyperlink"/>
      <w:u w:val="single"/>
    </w:rPr>
  </w:style>
  <w:style w:type="paragraph" w:styleId="ListNumber">
    <w:name w:val="List Number"/>
    <w:basedOn w:val="Normal"/>
    <w:uiPriority w:val="99"/>
    <w:unhideWhenUsed/>
    <w:qFormat/>
    <w:rsid w:val="00053EC1"/>
    <w:pPr>
      <w:numPr>
        <w:numId w:val="3"/>
      </w:numPr>
      <w:spacing w:line="276" w:lineRule="auto"/>
      <w:ind w:left="357" w:hanging="357"/>
      <w:contextualSpacing/>
    </w:pPr>
    <w:rPr>
      <w:rFonts w:ascii="Arial" w:eastAsia="Calibri" w:hAnsi="Arial"/>
      <w:color w:val="404040"/>
      <w:szCs w:val="20"/>
      <w:lang w:eastAsia="en-AU"/>
    </w:rPr>
  </w:style>
  <w:style w:type="paragraph" w:customStyle="1" w:styleId="FormTitle">
    <w:name w:val="Form Title"/>
    <w:basedOn w:val="Normal"/>
    <w:autoRedefine/>
    <w:qFormat/>
    <w:rsid w:val="00053EC1"/>
    <w:pPr>
      <w:spacing w:before="120" w:after="120" w:line="276" w:lineRule="auto"/>
    </w:pPr>
    <w:rPr>
      <w:rFonts w:ascii="Arial" w:eastAsia="Calibri" w:hAnsi="Arial"/>
      <w:color w:val="C8102E"/>
      <w:sz w:val="28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053E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tjohnambulance.com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jabunbury@stjohnambulance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4CBB-27FE-4176-90B7-60B7E7C5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9E87052E</Template>
  <TotalTime>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FIRST AID REGISTRATION FORM</vt:lpstr>
    </vt:vector>
  </TitlesOfParts>
  <Company>Hewlett-Packard Company</Company>
  <LinksUpToDate>false</LinksUpToDate>
  <CharactersWithSpaces>3631</CharactersWithSpaces>
  <SharedDoc>false</SharedDoc>
  <HLinks>
    <vt:vector size="6" baseType="variant">
      <vt:variant>
        <vt:i4>4259883</vt:i4>
      </vt:variant>
      <vt:variant>
        <vt:i4>160</vt:i4>
      </vt:variant>
      <vt:variant>
        <vt:i4>0</vt:i4>
      </vt:variant>
      <vt:variant>
        <vt:i4>5</vt:i4>
      </vt:variant>
      <vt:variant>
        <vt:lpwstr>mailto:clientservices@ambulance.net.au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FIRST AID REGISTRATION FORM</dc:title>
  <dc:creator>Alisha Padget</dc:creator>
  <cp:lastModifiedBy>Amanda Brooks</cp:lastModifiedBy>
  <cp:revision>3</cp:revision>
  <cp:lastPrinted>2017-04-13T03:32:00Z</cp:lastPrinted>
  <dcterms:created xsi:type="dcterms:W3CDTF">2017-04-13T03:20:00Z</dcterms:created>
  <dcterms:modified xsi:type="dcterms:W3CDTF">2017-04-13T03:33:00Z</dcterms:modified>
</cp:coreProperties>
</file>