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601" w:tblpY="-141"/>
        <w:tblW w:w="11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2330"/>
        <w:gridCol w:w="135"/>
        <w:gridCol w:w="448"/>
        <w:gridCol w:w="414"/>
        <w:gridCol w:w="608"/>
        <w:gridCol w:w="1018"/>
        <w:gridCol w:w="681"/>
        <w:gridCol w:w="48"/>
        <w:gridCol w:w="293"/>
        <w:gridCol w:w="146"/>
        <w:gridCol w:w="874"/>
        <w:gridCol w:w="84"/>
        <w:gridCol w:w="498"/>
        <w:gridCol w:w="730"/>
        <w:gridCol w:w="438"/>
        <w:gridCol w:w="581"/>
        <w:gridCol w:w="21"/>
        <w:gridCol w:w="126"/>
        <w:gridCol w:w="1608"/>
      </w:tblGrid>
      <w:tr w:rsidR="00B743C2" w:rsidRPr="003079B7" w:rsidTr="00F160DD">
        <w:trPr>
          <w:trHeight w:val="554"/>
          <w:tblHeader/>
        </w:trPr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743C2" w:rsidRPr="003079B7" w:rsidRDefault="00B743C2" w:rsidP="008D47A2">
            <w:pPr>
              <w:spacing w:before="40" w:after="40"/>
              <w:ind w:left="-709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1081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46A2F" w:rsidRDefault="00246A2F" w:rsidP="001060BA">
            <w:pPr>
              <w:ind w:left="-709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</w:p>
          <w:p w:rsidR="00195938" w:rsidRDefault="00AB7718" w:rsidP="008D47A2">
            <w:pPr>
              <w:ind w:left="-709"/>
              <w:jc w:val="center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                                              </w:t>
            </w:r>
          </w:p>
          <w:p w:rsidR="00195938" w:rsidRDefault="00195938" w:rsidP="008D47A2">
            <w:pPr>
              <w:ind w:left="-709"/>
              <w:jc w:val="center"/>
              <w:rPr>
                <w:rFonts w:ascii="Arial" w:hAnsi="Arial"/>
                <w:color w:val="000000"/>
                <w:sz w:val="28"/>
                <w:szCs w:val="28"/>
              </w:rPr>
            </w:pPr>
          </w:p>
          <w:p w:rsidR="008D47A2" w:rsidRPr="00360B69" w:rsidRDefault="00246A2F" w:rsidP="00487E82">
            <w:pPr>
              <w:ind w:left="-709"/>
              <w:jc w:val="center"/>
              <w:rPr>
                <w:rFonts w:ascii="Arial" w:hAnsi="Arial"/>
                <w:color w:val="000000"/>
              </w:rPr>
            </w:pPr>
            <w:r w:rsidRPr="00360B69">
              <w:rPr>
                <w:rFonts w:ascii="Arial" w:hAnsi="Arial"/>
                <w:color w:val="000000"/>
              </w:rPr>
              <w:t>St John Ambulance</w:t>
            </w:r>
            <w:r w:rsidR="00DF58F8" w:rsidRPr="00360B69">
              <w:rPr>
                <w:rFonts w:ascii="Arial" w:hAnsi="Arial"/>
                <w:color w:val="000000"/>
              </w:rPr>
              <w:t xml:space="preserve"> South West</w:t>
            </w:r>
          </w:p>
          <w:p w:rsidR="00246A2F" w:rsidRPr="00360B69" w:rsidRDefault="006755FB" w:rsidP="00487E82">
            <w:pPr>
              <w:ind w:left="-709"/>
              <w:jc w:val="center"/>
              <w:rPr>
                <w:rFonts w:ascii="Arial" w:hAnsi="Arial"/>
                <w:color w:val="000000"/>
              </w:rPr>
            </w:pPr>
            <w:r w:rsidRPr="00360B69">
              <w:rPr>
                <w:rFonts w:ascii="Arial" w:hAnsi="Arial"/>
                <w:color w:val="000000"/>
              </w:rPr>
              <w:t>FIRST AID TRAINING</w:t>
            </w:r>
          </w:p>
          <w:p w:rsidR="00B743C2" w:rsidRPr="00360B69" w:rsidRDefault="00B743C2" w:rsidP="001060BA">
            <w:pPr>
              <w:ind w:left="-709"/>
              <w:jc w:val="center"/>
              <w:rPr>
                <w:rFonts w:ascii="Arial" w:hAnsi="Arial"/>
                <w:color w:val="FF0000"/>
              </w:rPr>
            </w:pPr>
          </w:p>
          <w:p w:rsidR="00B743C2" w:rsidRPr="00360B69" w:rsidRDefault="00AB7718" w:rsidP="001060BA">
            <w:pPr>
              <w:ind w:left="-709"/>
              <w:jc w:val="center"/>
              <w:rPr>
                <w:rFonts w:ascii="Arial" w:hAnsi="Arial"/>
                <w:b/>
              </w:rPr>
            </w:pPr>
            <w:r w:rsidRPr="00360B69">
              <w:rPr>
                <w:rFonts w:ascii="Arial" w:hAnsi="Arial"/>
                <w:b/>
              </w:rPr>
              <w:t xml:space="preserve">           </w:t>
            </w:r>
            <w:r w:rsidR="006755FB" w:rsidRPr="00360B69">
              <w:rPr>
                <w:rFonts w:ascii="Arial" w:hAnsi="Arial"/>
                <w:b/>
              </w:rPr>
              <w:t>COMPANY ENROLMENT FORM</w:t>
            </w:r>
          </w:p>
          <w:p w:rsidR="00B743C2" w:rsidRPr="003079B7" w:rsidRDefault="00B743C2" w:rsidP="001060BA">
            <w:pPr>
              <w:ind w:left="-709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B743C2" w:rsidRPr="003079B7" w:rsidTr="00F160DD">
        <w:trPr>
          <w:trHeight w:val="337"/>
        </w:trPr>
        <w:tc>
          <w:tcPr>
            <w:tcW w:w="11481" w:type="dxa"/>
            <w:gridSpan w:val="20"/>
            <w:shd w:val="clear" w:color="auto" w:fill="000000"/>
            <w:vAlign w:val="center"/>
          </w:tcPr>
          <w:p w:rsidR="00B743C2" w:rsidRPr="007826F5" w:rsidRDefault="006755FB" w:rsidP="008D47A2">
            <w:pPr>
              <w:jc w:val="center"/>
              <w:rPr>
                <w:rFonts w:ascii="Arial" w:hAnsi="Arial"/>
                <w:b/>
                <w:color w:val="FFFFFF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COMPANY ENROLMENT FORM</w:t>
            </w:r>
          </w:p>
        </w:tc>
      </w:tr>
      <w:tr w:rsidR="00B743C2" w:rsidRPr="007826F5" w:rsidTr="00F160DD">
        <w:trPr>
          <w:trHeight w:val="380"/>
        </w:trPr>
        <w:tc>
          <w:tcPr>
            <w:tcW w:w="2730" w:type="dxa"/>
            <w:gridSpan w:val="2"/>
            <w:shd w:val="clear" w:color="auto" w:fill="D9D9D9"/>
            <w:vAlign w:val="center"/>
          </w:tcPr>
          <w:p w:rsidR="00B743C2" w:rsidRPr="007826F5" w:rsidRDefault="006755FB" w:rsidP="008D47A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Company </w:t>
            </w:r>
            <w:r w:rsidR="00B743C2" w:rsidRPr="007826F5">
              <w:rPr>
                <w:rFonts w:ascii="Arial" w:hAnsi="Arial"/>
                <w:b/>
                <w:sz w:val="20"/>
                <w:szCs w:val="20"/>
              </w:rPr>
              <w:t>Name:</w:t>
            </w:r>
          </w:p>
        </w:tc>
        <w:tc>
          <w:tcPr>
            <w:tcW w:w="8751" w:type="dxa"/>
            <w:gridSpan w:val="18"/>
            <w:vAlign w:val="center"/>
          </w:tcPr>
          <w:p w:rsidR="00B743C2" w:rsidRPr="0053701F" w:rsidRDefault="00164DB2" w:rsidP="00E939C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B743C2" w:rsidRPr="007826F5" w:rsidTr="00F160DD">
        <w:trPr>
          <w:trHeight w:val="413"/>
        </w:trPr>
        <w:tc>
          <w:tcPr>
            <w:tcW w:w="2730" w:type="dxa"/>
            <w:gridSpan w:val="2"/>
            <w:shd w:val="clear" w:color="auto" w:fill="D9D9D9"/>
            <w:vAlign w:val="center"/>
          </w:tcPr>
          <w:p w:rsidR="00B743C2" w:rsidRPr="007826F5" w:rsidRDefault="006755FB" w:rsidP="006755FB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Company Address:</w:t>
            </w:r>
          </w:p>
        </w:tc>
        <w:tc>
          <w:tcPr>
            <w:tcW w:w="8751" w:type="dxa"/>
            <w:gridSpan w:val="18"/>
            <w:vAlign w:val="center"/>
          </w:tcPr>
          <w:p w:rsidR="00B743C2" w:rsidRPr="0053701F" w:rsidRDefault="00164DB2" w:rsidP="001114E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164DB2" w:rsidRPr="007826F5" w:rsidTr="00F160DD">
        <w:trPr>
          <w:trHeight w:val="491"/>
        </w:trPr>
        <w:tc>
          <w:tcPr>
            <w:tcW w:w="2730" w:type="dxa"/>
            <w:gridSpan w:val="2"/>
            <w:shd w:val="clear" w:color="auto" w:fill="D9D9D9"/>
            <w:vAlign w:val="center"/>
          </w:tcPr>
          <w:p w:rsidR="00164DB2" w:rsidRPr="007826F5" w:rsidRDefault="00164DB2" w:rsidP="00164DB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D9D9D9"/>
            <w:vAlign w:val="center"/>
          </w:tcPr>
          <w:p w:rsidR="00164DB2" w:rsidRPr="007826F5" w:rsidRDefault="00164DB2" w:rsidP="00164DB2">
            <w:pPr>
              <w:ind w:left="-709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Suburb </w:t>
            </w:r>
          </w:p>
        </w:tc>
        <w:tc>
          <w:tcPr>
            <w:tcW w:w="2648" w:type="dxa"/>
            <w:gridSpan w:val="5"/>
            <w:vAlign w:val="center"/>
          </w:tcPr>
          <w:p w:rsidR="00164DB2" w:rsidRPr="0053701F" w:rsidRDefault="00164DB2" w:rsidP="00164DB2">
            <w:pPr>
              <w:ind w:left="9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1020" w:type="dxa"/>
            <w:gridSpan w:val="2"/>
            <w:shd w:val="clear" w:color="auto" w:fill="D9D9D9"/>
            <w:vAlign w:val="center"/>
          </w:tcPr>
          <w:p w:rsidR="00164DB2" w:rsidRPr="007826F5" w:rsidRDefault="00164DB2" w:rsidP="00164DB2">
            <w:pPr>
              <w:ind w:left="-709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State</w:t>
            </w:r>
          </w:p>
        </w:tc>
        <w:tc>
          <w:tcPr>
            <w:tcW w:w="1312" w:type="dxa"/>
            <w:gridSpan w:val="3"/>
            <w:vAlign w:val="center"/>
          </w:tcPr>
          <w:p w:rsidR="00164DB2" w:rsidRPr="0053701F" w:rsidRDefault="00164DB2" w:rsidP="00164DB2">
            <w:pPr>
              <w:ind w:left="2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1166" w:type="dxa"/>
            <w:gridSpan w:val="4"/>
            <w:shd w:val="clear" w:color="auto" w:fill="D9D9D9" w:themeFill="background1" w:themeFillShade="D9"/>
            <w:vAlign w:val="center"/>
          </w:tcPr>
          <w:p w:rsidR="00164DB2" w:rsidRPr="007826F5" w:rsidRDefault="00164DB2" w:rsidP="00164DB2">
            <w:pPr>
              <w:ind w:left="-709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Post Code</w:t>
            </w:r>
          </w:p>
        </w:tc>
        <w:tc>
          <w:tcPr>
            <w:tcW w:w="1608" w:type="dxa"/>
            <w:vAlign w:val="center"/>
          </w:tcPr>
          <w:p w:rsidR="00164DB2" w:rsidRPr="0053701F" w:rsidRDefault="00164DB2" w:rsidP="00164DB2">
            <w:pPr>
              <w:ind w:left="2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C72D9D" w:rsidRPr="007826F5" w:rsidTr="00F160DD">
        <w:trPr>
          <w:trHeight w:val="350"/>
        </w:trPr>
        <w:tc>
          <w:tcPr>
            <w:tcW w:w="2730" w:type="dxa"/>
            <w:gridSpan w:val="2"/>
            <w:shd w:val="clear" w:color="auto" w:fill="D9D9D9"/>
            <w:vAlign w:val="center"/>
          </w:tcPr>
          <w:p w:rsidR="00C72D9D" w:rsidRPr="007826F5" w:rsidRDefault="00C72D9D" w:rsidP="00164DB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Booking Contact</w:t>
            </w:r>
            <w:r w:rsidRPr="007826F5">
              <w:rPr>
                <w:rFonts w:ascii="Arial" w:hAnsi="Arial"/>
                <w:b/>
                <w:sz w:val="20"/>
                <w:szCs w:val="20"/>
              </w:rPr>
              <w:t xml:space="preserve"> Name:</w:t>
            </w:r>
          </w:p>
        </w:tc>
        <w:tc>
          <w:tcPr>
            <w:tcW w:w="3645" w:type="dxa"/>
            <w:gridSpan w:val="8"/>
            <w:vAlign w:val="center"/>
          </w:tcPr>
          <w:p w:rsidR="00C72D9D" w:rsidRPr="0053701F" w:rsidRDefault="00C72D9D" w:rsidP="00C72D9D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2" w:type="dxa"/>
            <w:gridSpan w:val="5"/>
            <w:shd w:val="clear" w:color="auto" w:fill="D9D9D9" w:themeFill="background1" w:themeFillShade="D9"/>
            <w:vAlign w:val="center"/>
          </w:tcPr>
          <w:p w:rsidR="00C72D9D" w:rsidRPr="00C72D9D" w:rsidRDefault="00C72D9D" w:rsidP="00C72D9D">
            <w:pPr>
              <w:ind w:left="-709" w:firstLine="720"/>
              <w:rPr>
                <w:rFonts w:ascii="Arial" w:hAnsi="Arial"/>
                <w:b/>
                <w:sz w:val="20"/>
                <w:szCs w:val="20"/>
              </w:rPr>
            </w:pPr>
            <w:r w:rsidRPr="00C72D9D">
              <w:rPr>
                <w:rFonts w:ascii="Arial" w:hAnsi="Arial"/>
                <w:b/>
                <w:sz w:val="20"/>
                <w:szCs w:val="20"/>
              </w:rPr>
              <w:t>Company ABN NO#</w:t>
            </w:r>
          </w:p>
        </w:tc>
        <w:tc>
          <w:tcPr>
            <w:tcW w:w="2774" w:type="dxa"/>
            <w:gridSpan w:val="5"/>
            <w:vAlign w:val="center"/>
          </w:tcPr>
          <w:p w:rsidR="00C72D9D" w:rsidRPr="0053701F" w:rsidRDefault="00C72D9D" w:rsidP="00C72D9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164DB2" w:rsidRPr="007826F5" w:rsidTr="00F160DD">
        <w:trPr>
          <w:trHeight w:val="302"/>
        </w:trPr>
        <w:tc>
          <w:tcPr>
            <w:tcW w:w="2730" w:type="dxa"/>
            <w:gridSpan w:val="2"/>
            <w:shd w:val="clear" w:color="auto" w:fill="D9D9D9"/>
            <w:vAlign w:val="center"/>
          </w:tcPr>
          <w:p w:rsidR="00164DB2" w:rsidRPr="007826F5" w:rsidRDefault="00164DB2" w:rsidP="00164DB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Contact Email:</w:t>
            </w:r>
          </w:p>
        </w:tc>
        <w:tc>
          <w:tcPr>
            <w:tcW w:w="8751" w:type="dxa"/>
            <w:gridSpan w:val="18"/>
            <w:vAlign w:val="center"/>
          </w:tcPr>
          <w:p w:rsidR="00164DB2" w:rsidRPr="0053701F" w:rsidRDefault="00164DB2" w:rsidP="00164DB2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164DB2" w:rsidRPr="007826F5" w:rsidTr="00F160DD">
        <w:trPr>
          <w:trHeight w:val="410"/>
        </w:trPr>
        <w:tc>
          <w:tcPr>
            <w:tcW w:w="2730" w:type="dxa"/>
            <w:gridSpan w:val="2"/>
            <w:shd w:val="clear" w:color="auto" w:fill="D9D9D9"/>
            <w:vAlign w:val="center"/>
          </w:tcPr>
          <w:p w:rsidR="00164DB2" w:rsidRPr="007826F5" w:rsidRDefault="00164DB2" w:rsidP="00164DB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Contact Phone Number:</w:t>
            </w:r>
          </w:p>
        </w:tc>
        <w:tc>
          <w:tcPr>
            <w:tcW w:w="8751" w:type="dxa"/>
            <w:gridSpan w:val="18"/>
            <w:vAlign w:val="center"/>
          </w:tcPr>
          <w:p w:rsidR="00164DB2" w:rsidRPr="00EA0C98" w:rsidRDefault="00164DB2" w:rsidP="00164DB2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164DB2" w:rsidRPr="007826F5" w:rsidTr="00F160DD">
        <w:trPr>
          <w:trHeight w:val="487"/>
        </w:trPr>
        <w:tc>
          <w:tcPr>
            <w:tcW w:w="2730" w:type="dxa"/>
            <w:gridSpan w:val="2"/>
            <w:shd w:val="clear" w:color="auto" w:fill="D9D9D9"/>
            <w:vAlign w:val="center"/>
          </w:tcPr>
          <w:p w:rsidR="00164DB2" w:rsidRPr="007826F5" w:rsidRDefault="00164DB2" w:rsidP="00164DB2">
            <w:pPr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Contact Signature:</w:t>
            </w:r>
          </w:p>
        </w:tc>
        <w:tc>
          <w:tcPr>
            <w:tcW w:w="8751" w:type="dxa"/>
            <w:gridSpan w:val="18"/>
            <w:vAlign w:val="center"/>
          </w:tcPr>
          <w:p w:rsidR="00164DB2" w:rsidRPr="0053701F" w:rsidRDefault="00164DB2" w:rsidP="00164DB2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164DB2" w:rsidRPr="007826F5" w:rsidTr="00F160DD">
        <w:trPr>
          <w:trHeight w:val="345"/>
        </w:trPr>
        <w:tc>
          <w:tcPr>
            <w:tcW w:w="11481" w:type="dxa"/>
            <w:gridSpan w:val="20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164DB2" w:rsidRPr="00723572" w:rsidRDefault="00164DB2" w:rsidP="00164DB2">
            <w:pPr>
              <w:jc w:val="center"/>
              <w:rPr>
                <w:rFonts w:ascii="Arial" w:hAnsi="Arial"/>
                <w:b/>
                <w:sz w:val="22"/>
                <w:szCs w:val="22"/>
                <w:highlight w:val="black"/>
              </w:rPr>
            </w:pPr>
            <w:r>
              <w:rPr>
                <w:rFonts w:ascii="Arial" w:hAnsi="Arial"/>
                <w:b/>
                <w:sz w:val="22"/>
                <w:szCs w:val="22"/>
                <w:highlight w:val="black"/>
              </w:rPr>
              <w:t xml:space="preserve">PARTICIPANTS DETAILS </w:t>
            </w:r>
          </w:p>
        </w:tc>
      </w:tr>
      <w:tr w:rsidR="00E24506" w:rsidRPr="007826F5" w:rsidTr="00F160DD">
        <w:trPr>
          <w:trHeight w:val="42"/>
        </w:trPr>
        <w:tc>
          <w:tcPr>
            <w:tcW w:w="2865" w:type="dxa"/>
            <w:gridSpan w:val="3"/>
            <w:shd w:val="clear" w:color="auto" w:fill="D9D9D9"/>
            <w:vAlign w:val="center"/>
          </w:tcPr>
          <w:p w:rsidR="00E24506" w:rsidRPr="00723572" w:rsidRDefault="00E24506" w:rsidP="00164DB2">
            <w:pPr>
              <w:ind w:left="-1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23572">
              <w:rPr>
                <w:rFonts w:ascii="Arial" w:hAnsi="Arial"/>
                <w:b/>
                <w:sz w:val="22"/>
                <w:szCs w:val="22"/>
              </w:rPr>
              <w:t>Name</w:t>
            </w:r>
          </w:p>
        </w:tc>
        <w:tc>
          <w:tcPr>
            <w:tcW w:w="1470" w:type="dxa"/>
            <w:gridSpan w:val="3"/>
            <w:shd w:val="clear" w:color="auto" w:fill="D9D9D9"/>
            <w:vAlign w:val="center"/>
          </w:tcPr>
          <w:p w:rsidR="00E24506" w:rsidRPr="00723572" w:rsidRDefault="00E24506" w:rsidP="00164DB2">
            <w:pPr>
              <w:ind w:left="-1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23572">
              <w:rPr>
                <w:rFonts w:ascii="Arial" w:hAnsi="Arial"/>
                <w:b/>
                <w:sz w:val="22"/>
                <w:szCs w:val="22"/>
              </w:rPr>
              <w:t>D.O.B</w:t>
            </w:r>
          </w:p>
        </w:tc>
        <w:tc>
          <w:tcPr>
            <w:tcW w:w="2186" w:type="dxa"/>
            <w:gridSpan w:val="5"/>
            <w:shd w:val="clear" w:color="auto" w:fill="D9D9D9"/>
            <w:vAlign w:val="center"/>
          </w:tcPr>
          <w:p w:rsidR="00E24506" w:rsidRPr="00723572" w:rsidRDefault="00E24506" w:rsidP="00164DB2">
            <w:pPr>
              <w:ind w:left="-1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23572">
              <w:rPr>
                <w:rFonts w:ascii="Arial" w:hAnsi="Arial"/>
                <w:b/>
                <w:sz w:val="22"/>
                <w:szCs w:val="22"/>
              </w:rPr>
              <w:t>Email</w:t>
            </w:r>
          </w:p>
        </w:tc>
        <w:tc>
          <w:tcPr>
            <w:tcW w:w="2624" w:type="dxa"/>
            <w:gridSpan w:val="5"/>
            <w:shd w:val="clear" w:color="auto" w:fill="D9D9D9"/>
            <w:vAlign w:val="center"/>
          </w:tcPr>
          <w:p w:rsidR="00E24506" w:rsidRPr="00723572" w:rsidRDefault="00E24506" w:rsidP="00164DB2">
            <w:pPr>
              <w:ind w:left="-1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23572">
              <w:rPr>
                <w:rFonts w:ascii="Arial" w:hAnsi="Arial"/>
                <w:b/>
                <w:sz w:val="22"/>
                <w:szCs w:val="22"/>
              </w:rPr>
              <w:t>Course Name &amp; Course Date</w:t>
            </w:r>
          </w:p>
        </w:tc>
        <w:tc>
          <w:tcPr>
            <w:tcW w:w="2336" w:type="dxa"/>
            <w:gridSpan w:val="4"/>
            <w:shd w:val="clear" w:color="auto" w:fill="D9D9D9"/>
            <w:vAlign w:val="center"/>
          </w:tcPr>
          <w:p w:rsidR="00E24506" w:rsidRPr="00723572" w:rsidRDefault="00E24506" w:rsidP="00164DB2">
            <w:pPr>
              <w:ind w:left="-1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USI</w:t>
            </w:r>
          </w:p>
        </w:tc>
      </w:tr>
      <w:tr w:rsidR="0031050C" w:rsidRPr="007826F5" w:rsidTr="00F160DD">
        <w:trPr>
          <w:trHeight w:val="280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31050C" w:rsidRPr="00504FB3" w:rsidRDefault="0031050C" w:rsidP="00164DB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31050C" w:rsidRPr="00504FB3" w:rsidRDefault="0031050C" w:rsidP="0031050C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31050C" w:rsidRPr="00504FB3" w:rsidRDefault="00E24506" w:rsidP="00164DB2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31050C" w:rsidRPr="00504FB3" w:rsidRDefault="00E24506" w:rsidP="00164DB2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31050C" w:rsidRPr="00504FB3" w:rsidRDefault="00E24506" w:rsidP="00164DB2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285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27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24506" w:rsidRPr="007826F5" w:rsidTr="00F160DD">
        <w:trPr>
          <w:trHeight w:val="38"/>
        </w:trPr>
        <w:tc>
          <w:tcPr>
            <w:tcW w:w="2865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E24506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2186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336" w:type="dxa"/>
            <w:gridSpan w:val="4"/>
            <w:shd w:val="clear" w:color="auto" w:fill="auto"/>
            <w:vAlign w:val="center"/>
          </w:tcPr>
          <w:p w:rsidR="00E24506" w:rsidRPr="00504FB3" w:rsidRDefault="00E24506" w:rsidP="00E24506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164DB2" w:rsidRPr="007826F5" w:rsidTr="00F160DD">
        <w:trPr>
          <w:trHeight w:val="274"/>
        </w:trPr>
        <w:tc>
          <w:tcPr>
            <w:tcW w:w="11481" w:type="dxa"/>
            <w:gridSpan w:val="20"/>
            <w:shd w:val="clear" w:color="auto" w:fill="000000"/>
          </w:tcPr>
          <w:p w:rsidR="00164DB2" w:rsidRPr="007826F5" w:rsidRDefault="00164DB2" w:rsidP="00164DB2">
            <w:pPr>
              <w:jc w:val="center"/>
              <w:rPr>
                <w:rFonts w:ascii="Arial" w:hAnsi="Arial"/>
                <w:b/>
                <w:highlight w:val="black"/>
              </w:rPr>
            </w:pPr>
            <w:r>
              <w:rPr>
                <w:rFonts w:ascii="Arial" w:hAnsi="Arial"/>
                <w:b/>
                <w:highlight w:val="black"/>
              </w:rPr>
              <w:t>PAYMENT DETAILS</w:t>
            </w:r>
          </w:p>
        </w:tc>
      </w:tr>
      <w:tr w:rsidR="00D02217" w:rsidRPr="003079B7" w:rsidTr="00F160DD">
        <w:trPr>
          <w:trHeight w:val="380"/>
        </w:trPr>
        <w:tc>
          <w:tcPr>
            <w:tcW w:w="3313" w:type="dxa"/>
            <w:gridSpan w:val="4"/>
            <w:shd w:val="clear" w:color="auto" w:fill="D9D9D9"/>
            <w:vAlign w:val="center"/>
          </w:tcPr>
          <w:p w:rsidR="00D02217" w:rsidRPr="00FD5069" w:rsidRDefault="00D02217" w:rsidP="00164DB2">
            <w:pPr>
              <w:tabs>
                <w:tab w:val="left" w:pos="1418"/>
                <w:tab w:val="left" w:pos="2694"/>
              </w:tabs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color w:val="FF0000"/>
                <w:sz w:val="20"/>
                <w:szCs w:val="20"/>
              </w:rPr>
              <w:t>INVOICE COMPANY</w:t>
            </w:r>
          </w:p>
        </w:tc>
        <w:tc>
          <w:tcPr>
            <w:tcW w:w="2040" w:type="dxa"/>
            <w:gridSpan w:val="3"/>
            <w:vAlign w:val="center"/>
          </w:tcPr>
          <w:p w:rsidR="00D02217" w:rsidRPr="003079B7" w:rsidRDefault="00D02217" w:rsidP="00164DB2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YES: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30"/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F160DD">
              <w:rPr>
                <w:rFonts w:ascii="Arial" w:hAnsi="Arial"/>
                <w:b/>
                <w:sz w:val="20"/>
                <w:szCs w:val="20"/>
              </w:rPr>
            </w:r>
            <w:r w:rsidR="00F160DD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Arial" w:hAnsi="Arial"/>
                <w:b/>
                <w:sz w:val="20"/>
                <w:szCs w:val="20"/>
              </w:rPr>
              <w:t xml:space="preserve">  NO:  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F160DD">
              <w:rPr>
                <w:rFonts w:ascii="Arial" w:hAnsi="Arial"/>
                <w:b/>
                <w:sz w:val="20"/>
                <w:szCs w:val="20"/>
              </w:rPr>
            </w:r>
            <w:r w:rsidR="00F160DD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9" w:type="dxa"/>
            <w:gridSpan w:val="2"/>
            <w:vAlign w:val="center"/>
          </w:tcPr>
          <w:p w:rsidR="00D02217" w:rsidRPr="003079B7" w:rsidRDefault="00D02217" w:rsidP="00D02217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color w:val="FF0000"/>
                <w:sz w:val="20"/>
                <w:szCs w:val="20"/>
              </w:rPr>
              <w:t>PO#</w:t>
            </w:r>
          </w:p>
        </w:tc>
        <w:tc>
          <w:tcPr>
            <w:tcW w:w="5399" w:type="dxa"/>
            <w:gridSpan w:val="11"/>
            <w:vAlign w:val="center"/>
          </w:tcPr>
          <w:p w:rsidR="00D02217" w:rsidRPr="003079B7" w:rsidRDefault="00D02217" w:rsidP="00164DB2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164DB2" w:rsidRPr="003079B7" w:rsidTr="00F160DD">
        <w:trPr>
          <w:trHeight w:val="380"/>
        </w:trPr>
        <w:tc>
          <w:tcPr>
            <w:tcW w:w="3313" w:type="dxa"/>
            <w:gridSpan w:val="4"/>
            <w:shd w:val="clear" w:color="auto" w:fill="D9D9D9"/>
            <w:vAlign w:val="center"/>
          </w:tcPr>
          <w:p w:rsidR="00164DB2" w:rsidRPr="00D02217" w:rsidRDefault="00D02217" w:rsidP="00D02217">
            <w:pPr>
              <w:jc w:val="right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/>
                <w:color w:val="FF0000"/>
                <w:sz w:val="20"/>
                <w:szCs w:val="20"/>
              </w:rPr>
              <w:t>PO #</w:t>
            </w:r>
            <w:r w:rsidRPr="00D02217">
              <w:rPr>
                <w:rFonts w:ascii="Arial" w:hAnsi="Arial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20"/>
                <w:szCs w:val="20"/>
              </w:rPr>
              <w:t>A</w:t>
            </w:r>
            <w:r w:rsidRPr="00D02217">
              <w:rPr>
                <w:rFonts w:ascii="Arial" w:hAnsi="Arial"/>
                <w:b/>
                <w:color w:val="FF0000"/>
                <w:sz w:val="20"/>
                <w:szCs w:val="20"/>
              </w:rPr>
              <w:t>TTACHED</w:t>
            </w:r>
          </w:p>
        </w:tc>
        <w:tc>
          <w:tcPr>
            <w:tcW w:w="8168" w:type="dxa"/>
            <w:gridSpan w:val="16"/>
            <w:vAlign w:val="center"/>
          </w:tcPr>
          <w:p w:rsidR="00164DB2" w:rsidRDefault="00164DB2" w:rsidP="00164DB2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YES: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F160DD">
              <w:rPr>
                <w:rFonts w:ascii="Arial" w:hAnsi="Arial"/>
                <w:b/>
                <w:sz w:val="20"/>
                <w:szCs w:val="20"/>
              </w:rPr>
            </w:r>
            <w:r w:rsidR="00F160DD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 NO:  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F160DD">
              <w:rPr>
                <w:rFonts w:ascii="Arial" w:hAnsi="Arial"/>
                <w:b/>
                <w:sz w:val="20"/>
                <w:szCs w:val="20"/>
              </w:rPr>
            </w:r>
            <w:r w:rsidR="00F160DD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</w:p>
        </w:tc>
      </w:tr>
      <w:tr w:rsidR="0031050C" w:rsidRPr="003079B7" w:rsidTr="00F160DD">
        <w:trPr>
          <w:trHeight w:val="380"/>
        </w:trPr>
        <w:tc>
          <w:tcPr>
            <w:tcW w:w="3313" w:type="dxa"/>
            <w:gridSpan w:val="4"/>
            <w:shd w:val="clear" w:color="auto" w:fill="D9D9D9"/>
            <w:vAlign w:val="center"/>
          </w:tcPr>
          <w:p w:rsidR="0031050C" w:rsidRDefault="0031050C" w:rsidP="00164DB2">
            <w:pPr>
              <w:tabs>
                <w:tab w:val="left" w:pos="1418"/>
                <w:tab w:val="left" w:pos="2694"/>
              </w:tabs>
              <w:jc w:val="right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/>
                <w:color w:val="FF0000"/>
                <w:sz w:val="20"/>
                <w:szCs w:val="20"/>
              </w:rPr>
              <w:t>DEBIT CREDIT CARD</w:t>
            </w:r>
            <w:r w:rsidRPr="00FD5069">
              <w:rPr>
                <w:rFonts w:ascii="Arial" w:hAnsi="Arial"/>
                <w:b/>
                <w:color w:val="FF0000"/>
                <w:sz w:val="20"/>
                <w:szCs w:val="20"/>
              </w:rPr>
              <w:t>:</w:t>
            </w:r>
          </w:p>
        </w:tc>
        <w:tc>
          <w:tcPr>
            <w:tcW w:w="2721" w:type="dxa"/>
            <w:gridSpan w:val="4"/>
            <w:vAlign w:val="center"/>
          </w:tcPr>
          <w:p w:rsidR="0031050C" w:rsidRDefault="0031050C" w:rsidP="00164DB2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YES: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F160DD">
              <w:rPr>
                <w:rFonts w:ascii="Arial" w:hAnsi="Arial"/>
                <w:b/>
                <w:sz w:val="20"/>
                <w:szCs w:val="20"/>
              </w:rPr>
            </w:r>
            <w:r w:rsidR="00F160DD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 NO:  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F160DD">
              <w:rPr>
                <w:rFonts w:ascii="Arial" w:hAnsi="Arial"/>
                <w:b/>
                <w:sz w:val="20"/>
                <w:szCs w:val="20"/>
              </w:rPr>
            </w:r>
            <w:r w:rsidR="00F160DD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5447" w:type="dxa"/>
            <w:gridSpan w:val="12"/>
            <w:vAlign w:val="center"/>
          </w:tcPr>
          <w:p w:rsidR="0031050C" w:rsidRDefault="0031050C" w:rsidP="00164DB2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164DB2" w:rsidRPr="003079B7" w:rsidTr="00F160DD">
        <w:trPr>
          <w:trHeight w:val="306"/>
        </w:trPr>
        <w:tc>
          <w:tcPr>
            <w:tcW w:w="3313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4DB2" w:rsidRPr="003079B7" w:rsidRDefault="00164DB2" w:rsidP="00164DB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color w:val="FF0000"/>
                <w:sz w:val="20"/>
                <w:szCs w:val="20"/>
              </w:rPr>
              <w:t>TOTAL AMOUNT</w:t>
            </w:r>
          </w:p>
        </w:tc>
        <w:tc>
          <w:tcPr>
            <w:tcW w:w="8168" w:type="dxa"/>
            <w:gridSpan w:val="16"/>
            <w:tcBorders>
              <w:bottom w:val="single" w:sz="4" w:space="0" w:color="auto"/>
            </w:tcBorders>
            <w:vAlign w:val="center"/>
          </w:tcPr>
          <w:p w:rsidR="00164DB2" w:rsidRPr="00E72C4E" w:rsidRDefault="00164DB2" w:rsidP="00164DB2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$</w:t>
            </w:r>
            <w:r w:rsidRPr="00E939C5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E939C5">
              <w:rPr>
                <w:rFonts w:ascii="Arial" w:hAnsi="Arial"/>
                <w:sz w:val="20"/>
                <w:szCs w:val="20"/>
              </w:rPr>
            </w:r>
            <w:r w:rsidRPr="00E939C5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fldChar w:fldCharType="end"/>
            </w:r>
            <w:r w:rsidR="00940F01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940F01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="00940F01">
              <w:rPr>
                <w:rFonts w:ascii="Arial" w:hAnsi="Arial"/>
                <w:sz w:val="20"/>
                <w:szCs w:val="20"/>
              </w:rPr>
            </w:r>
            <w:r w:rsidR="00940F01">
              <w:rPr>
                <w:rFonts w:ascii="Arial" w:hAnsi="Arial"/>
                <w:sz w:val="20"/>
                <w:szCs w:val="20"/>
              </w:rPr>
              <w:fldChar w:fldCharType="separate"/>
            </w:r>
            <w:r w:rsidR="00940F01">
              <w:rPr>
                <w:rFonts w:ascii="Arial" w:hAnsi="Arial"/>
                <w:sz w:val="20"/>
                <w:szCs w:val="20"/>
              </w:rPr>
              <w:t> </w:t>
            </w:r>
            <w:r w:rsidR="00940F01">
              <w:rPr>
                <w:rFonts w:ascii="Arial" w:hAnsi="Arial"/>
                <w:sz w:val="20"/>
                <w:szCs w:val="20"/>
              </w:rPr>
              <w:t> </w:t>
            </w:r>
            <w:r w:rsidR="00940F01">
              <w:rPr>
                <w:rFonts w:ascii="Arial" w:hAnsi="Arial"/>
                <w:sz w:val="20"/>
                <w:szCs w:val="20"/>
              </w:rPr>
              <w:t> </w:t>
            </w:r>
            <w:r w:rsidR="00940F01">
              <w:rPr>
                <w:rFonts w:ascii="Arial" w:hAnsi="Arial"/>
                <w:sz w:val="20"/>
                <w:szCs w:val="20"/>
              </w:rPr>
              <w:t> </w:t>
            </w:r>
            <w:r w:rsidR="00940F01">
              <w:rPr>
                <w:rFonts w:ascii="Arial" w:hAnsi="Arial"/>
                <w:sz w:val="20"/>
                <w:szCs w:val="20"/>
              </w:rPr>
              <w:t> </w:t>
            </w:r>
            <w:r w:rsidR="00940F01">
              <w:rPr>
                <w:rFonts w:ascii="Arial" w:hAnsi="Arial"/>
                <w:sz w:val="20"/>
                <w:szCs w:val="20"/>
              </w:rPr>
              <w:fldChar w:fldCharType="end"/>
            </w:r>
            <w:r w:rsidR="00940F01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940F01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="00940F01">
              <w:rPr>
                <w:rFonts w:ascii="Arial" w:hAnsi="Arial"/>
                <w:sz w:val="20"/>
                <w:szCs w:val="20"/>
              </w:rPr>
            </w:r>
            <w:r w:rsidR="00940F01">
              <w:rPr>
                <w:rFonts w:ascii="Arial" w:hAnsi="Arial"/>
                <w:sz w:val="20"/>
                <w:szCs w:val="20"/>
              </w:rPr>
              <w:fldChar w:fldCharType="separate"/>
            </w:r>
            <w:r w:rsidR="00940F01">
              <w:rPr>
                <w:rFonts w:ascii="Arial" w:hAnsi="Arial"/>
                <w:sz w:val="20"/>
                <w:szCs w:val="20"/>
              </w:rPr>
              <w:t> </w:t>
            </w:r>
            <w:r w:rsidR="00940F01">
              <w:rPr>
                <w:rFonts w:ascii="Arial" w:hAnsi="Arial"/>
                <w:sz w:val="20"/>
                <w:szCs w:val="20"/>
              </w:rPr>
              <w:t> </w:t>
            </w:r>
            <w:r w:rsidR="00940F01">
              <w:rPr>
                <w:rFonts w:ascii="Arial" w:hAnsi="Arial"/>
                <w:sz w:val="20"/>
                <w:szCs w:val="20"/>
              </w:rPr>
              <w:t> </w:t>
            </w:r>
            <w:r w:rsidR="00940F01">
              <w:rPr>
                <w:rFonts w:ascii="Arial" w:hAnsi="Arial"/>
                <w:sz w:val="20"/>
                <w:szCs w:val="20"/>
              </w:rPr>
              <w:t> </w:t>
            </w:r>
            <w:r w:rsidR="00940F01">
              <w:rPr>
                <w:rFonts w:ascii="Arial" w:hAnsi="Arial"/>
                <w:sz w:val="20"/>
                <w:szCs w:val="20"/>
              </w:rPr>
              <w:t> </w:t>
            </w:r>
            <w:r w:rsidR="00940F01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F160DD" w:rsidRPr="003079B7" w:rsidTr="00F160DD">
        <w:trPr>
          <w:trHeight w:val="426"/>
        </w:trPr>
        <w:tc>
          <w:tcPr>
            <w:tcW w:w="7479" w:type="dxa"/>
            <w:gridSpan w:val="13"/>
            <w:shd w:val="clear" w:color="auto" w:fill="auto"/>
            <w:vAlign w:val="center"/>
          </w:tcPr>
          <w:p w:rsidR="00F160DD" w:rsidRPr="00540723" w:rsidRDefault="00F160DD" w:rsidP="00F160DD">
            <w:pPr>
              <w:tabs>
                <w:tab w:val="left" w:pos="7110"/>
              </w:tabs>
              <w:rPr>
                <w:rStyle w:val="Emphasis"/>
                <w:i w:val="0"/>
                <w:iCs w:val="0"/>
              </w:rPr>
            </w:pPr>
            <w:r w:rsidRPr="00C71E76"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NAME ON</w:t>
            </w:r>
            <w:r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 xml:space="preserve"> </w:t>
            </w:r>
            <w:r w:rsidRPr="00C71E76"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CARD: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bookmarkStart w:id="1" w:name="_GoBack"/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bookmarkEnd w:id="1"/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160DD" w:rsidRPr="00F160DD" w:rsidRDefault="00F160DD" w:rsidP="00F160DD">
            <w:pPr>
              <w:tabs>
                <w:tab w:val="left" w:pos="7110"/>
              </w:tabs>
              <w:rPr>
                <w:rStyle w:val="Emphasis"/>
                <w:rFonts w:asciiTheme="minorHAnsi" w:hAnsiTheme="minorHAnsi"/>
                <w:b/>
                <w:i w:val="0"/>
                <w:iCs w:val="0"/>
                <w:sz w:val="22"/>
                <w:szCs w:val="22"/>
              </w:rPr>
            </w:pPr>
            <w:r w:rsidRPr="00F160DD">
              <w:rPr>
                <w:rStyle w:val="Emphasis"/>
                <w:rFonts w:asciiTheme="minorHAnsi" w:hAnsiTheme="minorHAnsi"/>
                <w:b/>
                <w:i w:val="0"/>
                <w:iCs w:val="0"/>
                <w:sz w:val="22"/>
                <w:szCs w:val="22"/>
              </w:rPr>
              <w:t>MASTERCARD</w:t>
            </w:r>
            <w:r>
              <w:rPr>
                <w:rStyle w:val="Emphasis"/>
                <w:rFonts w:asciiTheme="minorHAnsi" w:hAnsiTheme="minorHAnsi"/>
                <w:b/>
                <w:i w:val="0"/>
                <w:iCs w:val="0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  <w:szCs w:val="20"/>
              </w:rPr>
            </w:r>
            <w:r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:rsidR="00F160DD" w:rsidRPr="00F160DD" w:rsidRDefault="00F160DD" w:rsidP="00940F01">
            <w:pPr>
              <w:tabs>
                <w:tab w:val="left" w:pos="7110"/>
              </w:tabs>
              <w:rPr>
                <w:rStyle w:val="Emphasis"/>
                <w:rFonts w:asciiTheme="minorHAnsi" w:hAnsiTheme="minorHAnsi"/>
                <w:b/>
                <w:i w:val="0"/>
                <w:iCs w:val="0"/>
                <w:sz w:val="22"/>
                <w:szCs w:val="22"/>
              </w:rPr>
            </w:pPr>
            <w:r w:rsidRPr="00F160DD">
              <w:rPr>
                <w:rStyle w:val="Emphasis"/>
                <w:rFonts w:asciiTheme="minorHAnsi" w:hAnsiTheme="minorHAnsi"/>
                <w:b/>
                <w:i w:val="0"/>
                <w:iCs w:val="0"/>
                <w:sz w:val="22"/>
                <w:szCs w:val="22"/>
              </w:rPr>
              <w:t>VISA</w:t>
            </w:r>
            <w:r>
              <w:rPr>
                <w:rStyle w:val="Emphasis"/>
                <w:rFonts w:asciiTheme="minorHAnsi" w:hAnsiTheme="minorHAnsi"/>
                <w:b/>
                <w:i w:val="0"/>
                <w:iCs w:val="0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  <w:szCs w:val="20"/>
              </w:rPr>
            </w:r>
            <w:r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</w:p>
        </w:tc>
      </w:tr>
      <w:tr w:rsidR="00DB3D44" w:rsidRPr="003079B7" w:rsidTr="00F160DD">
        <w:trPr>
          <w:trHeight w:val="528"/>
        </w:trPr>
        <w:tc>
          <w:tcPr>
            <w:tcW w:w="7977" w:type="dxa"/>
            <w:gridSpan w:val="14"/>
            <w:shd w:val="clear" w:color="auto" w:fill="auto"/>
            <w:vAlign w:val="center"/>
          </w:tcPr>
          <w:p w:rsidR="00DB3D44" w:rsidRDefault="00DB3D44" w:rsidP="00316C4E">
            <w:pPr>
              <w:rPr>
                <w:rStyle w:val="Emphasis"/>
                <w:i w:val="0"/>
                <w:iCs w:val="0"/>
              </w:rPr>
            </w:pPr>
            <w:r w:rsidRPr="00C71E76"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 xml:space="preserve">CARD NUMBER: 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1749" w:type="dxa"/>
            <w:gridSpan w:val="3"/>
            <w:shd w:val="clear" w:color="auto" w:fill="auto"/>
            <w:vAlign w:val="center"/>
          </w:tcPr>
          <w:p w:rsidR="00DB3D44" w:rsidRDefault="00DB3D44" w:rsidP="00DB3D44">
            <w:pPr>
              <w:rPr>
                <w:rStyle w:val="Emphasis"/>
                <w:i w:val="0"/>
                <w:iCs w:val="0"/>
              </w:rPr>
            </w:pPr>
            <w:r w:rsidRPr="00C71E76"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EXP:</w:t>
            </w:r>
            <w:r w:rsidRPr="00C71E76">
              <w:rPr>
                <w:rStyle w:val="Emphasis"/>
                <w:rFonts w:ascii="Arial" w:hAnsi="Arial" w:cs="Arial"/>
                <w:i w:val="0"/>
                <w:iCs w:val="0"/>
                <w:sz w:val="20"/>
                <w:szCs w:val="20"/>
              </w:rPr>
              <w:t xml:space="preserve"> </w:t>
            </w:r>
            <w:r w:rsidRPr="00E939C5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E939C5">
              <w:rPr>
                <w:rFonts w:ascii="Arial" w:hAnsi="Arial"/>
                <w:sz w:val="20"/>
                <w:szCs w:val="20"/>
              </w:rPr>
            </w:r>
            <w:r w:rsidRPr="00E939C5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DB3D44" w:rsidRDefault="00DB3D44" w:rsidP="00316C4E">
            <w:pPr>
              <w:rPr>
                <w:rStyle w:val="Emphasis"/>
                <w:i w:val="0"/>
                <w:iCs w:val="0"/>
              </w:rPr>
            </w:pPr>
            <w:r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CCV</w:t>
            </w:r>
            <w:r w:rsidRPr="00C71E76"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:</w:t>
            </w:r>
            <w:r w:rsidRPr="00C71E76">
              <w:rPr>
                <w:rStyle w:val="Emphasis"/>
                <w:rFonts w:ascii="Arial" w:hAnsi="Arial" w:cs="Arial"/>
                <w:i w:val="0"/>
                <w:iCs w:val="0"/>
                <w:sz w:val="20"/>
                <w:szCs w:val="20"/>
              </w:rPr>
              <w:t xml:space="preserve"> </w:t>
            </w:r>
            <w:r w:rsidRPr="00E939C5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E939C5">
              <w:rPr>
                <w:rFonts w:ascii="Arial" w:hAnsi="Arial"/>
                <w:sz w:val="20"/>
                <w:szCs w:val="20"/>
              </w:rPr>
            </w:r>
            <w:r w:rsidRPr="00E939C5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t> </w:t>
            </w:r>
            <w:r w:rsidRPr="00E939C5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164DB2" w:rsidRPr="003079B7" w:rsidTr="00F160DD">
        <w:trPr>
          <w:trHeight w:val="528"/>
        </w:trPr>
        <w:tc>
          <w:tcPr>
            <w:tcW w:w="11481" w:type="dxa"/>
            <w:gridSpan w:val="20"/>
            <w:shd w:val="clear" w:color="auto" w:fill="auto"/>
            <w:vAlign w:val="center"/>
          </w:tcPr>
          <w:p w:rsidR="00164DB2" w:rsidRDefault="00164DB2" w:rsidP="00164DB2">
            <w:pPr>
              <w:rPr>
                <w:rStyle w:val="Emphasis"/>
                <w:i w:val="0"/>
                <w:iCs w:val="0"/>
              </w:rPr>
            </w:pPr>
            <w:r w:rsidRPr="00C71E76"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CARD HOLDER SIGNATURE</w:t>
            </w:r>
            <w:r w:rsidRPr="00C71E76">
              <w:rPr>
                <w:rStyle w:val="Emphasis"/>
                <w:rFonts w:ascii="Arial" w:hAnsi="Arial" w:cs="Arial"/>
                <w:i w:val="0"/>
                <w:iCs w:val="0"/>
                <w:sz w:val="20"/>
                <w:szCs w:val="20"/>
              </w:rPr>
              <w:t xml:space="preserve">: 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164DB2" w:rsidRPr="003079B7" w:rsidTr="00F160DD">
        <w:trPr>
          <w:trHeight w:val="730"/>
        </w:trPr>
        <w:tc>
          <w:tcPr>
            <w:tcW w:w="11481" w:type="dxa"/>
            <w:gridSpan w:val="20"/>
            <w:shd w:val="clear" w:color="auto" w:fill="auto"/>
            <w:vAlign w:val="center"/>
          </w:tcPr>
          <w:p w:rsidR="00164DB2" w:rsidRDefault="00164DB2" w:rsidP="00164DB2">
            <w:pPr>
              <w:jc w:val="center"/>
              <w:rPr>
                <w:rFonts w:ascii="Arial" w:hAnsi="Arial"/>
                <w:color w:val="999999"/>
                <w:sz w:val="18"/>
                <w:szCs w:val="18"/>
              </w:rPr>
            </w:pPr>
            <w:r w:rsidRPr="0031538F">
              <w:rPr>
                <w:rFonts w:ascii="Arial" w:hAnsi="Arial"/>
                <w:color w:val="999999"/>
                <w:sz w:val="18"/>
                <w:szCs w:val="18"/>
              </w:rPr>
              <w:t xml:space="preserve">Please email the completed form to </w:t>
            </w:r>
            <w:hyperlink r:id="rId9" w:history="1">
              <w:r w:rsidR="00CE0CF1" w:rsidRPr="00651AB2">
                <w:rPr>
                  <w:rStyle w:val="Hyperlink"/>
                  <w:rFonts w:ascii="Arial" w:hAnsi="Arial"/>
                  <w:sz w:val="18"/>
                  <w:szCs w:val="18"/>
                </w:rPr>
                <w:t>sjabunbury@stjohnambulance.com.au</w:t>
              </w:r>
            </w:hyperlink>
            <w:r>
              <w:rPr>
                <w:rFonts w:ascii="Arial" w:hAnsi="Arial"/>
                <w:color w:val="999999"/>
                <w:sz w:val="18"/>
                <w:szCs w:val="18"/>
              </w:rPr>
              <w:t xml:space="preserve"> </w:t>
            </w:r>
          </w:p>
          <w:p w:rsidR="00164DB2" w:rsidRDefault="00164DB2" w:rsidP="00164DB2">
            <w:pPr>
              <w:jc w:val="center"/>
              <w:rPr>
                <w:rFonts w:ascii="Arial" w:hAnsi="Arial"/>
                <w:color w:val="999999"/>
                <w:sz w:val="18"/>
                <w:szCs w:val="18"/>
              </w:rPr>
            </w:pPr>
            <w:r>
              <w:rPr>
                <w:rFonts w:ascii="Arial" w:hAnsi="Arial"/>
                <w:color w:val="999999"/>
                <w:sz w:val="18"/>
                <w:szCs w:val="18"/>
              </w:rPr>
              <w:t>Fax Number: 08 9791 3295</w:t>
            </w:r>
          </w:p>
          <w:p w:rsidR="00164DB2" w:rsidRPr="0031538F" w:rsidRDefault="00164DB2" w:rsidP="00164DB2">
            <w:pPr>
              <w:jc w:val="center"/>
              <w:rPr>
                <w:rFonts w:ascii="Arial" w:hAnsi="Arial"/>
                <w:color w:val="999999"/>
                <w:sz w:val="18"/>
                <w:szCs w:val="18"/>
              </w:rPr>
            </w:pPr>
            <w:r>
              <w:rPr>
                <w:rFonts w:ascii="Arial" w:hAnsi="Arial"/>
                <w:color w:val="999999"/>
                <w:sz w:val="18"/>
                <w:szCs w:val="18"/>
              </w:rPr>
              <w:t>For further information, please contact our Administration Team on (08) 97914999</w:t>
            </w:r>
          </w:p>
        </w:tc>
      </w:tr>
    </w:tbl>
    <w:p w:rsidR="00487E82" w:rsidRPr="00F55088" w:rsidRDefault="0031050C" w:rsidP="00656034">
      <w:r>
        <w:rPr>
          <w:rFonts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0E4BBF" wp14:editId="1A7C8A5F">
                <wp:simplePos x="0" y="0"/>
                <wp:positionH relativeFrom="column">
                  <wp:posOffset>-327660</wp:posOffset>
                </wp:positionH>
                <wp:positionV relativeFrom="paragraph">
                  <wp:posOffset>-174625</wp:posOffset>
                </wp:positionV>
                <wp:extent cx="1809750" cy="3333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050C" w:rsidRPr="0056155E" w:rsidRDefault="0031050C" w:rsidP="00487E82">
                            <w:pPr>
                              <w:rPr>
                                <w:noProof/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sz w:val="16"/>
                              </w:rPr>
                              <w:t xml:space="preserve">St. </w:t>
                            </w:r>
                            <w:r w:rsidRPr="0056155E">
                              <w:rPr>
                                <w:noProof/>
                                <w:sz w:val="16"/>
                              </w:rPr>
                              <w:t>John Ambulance Western Australia</w:t>
                            </w:r>
                          </w:p>
                          <w:p w:rsidR="0031050C" w:rsidRPr="0056155E" w:rsidRDefault="0031050C" w:rsidP="00487E82">
                            <w:pPr>
                              <w:rPr>
                                <w:sz w:val="16"/>
                              </w:rPr>
                            </w:pPr>
                            <w:r w:rsidRPr="0056155E">
                              <w:rPr>
                                <w:noProof/>
                                <w:sz w:val="16"/>
                              </w:rPr>
                              <w:t>RTO No. 0392</w:t>
                            </w:r>
                          </w:p>
                          <w:p w:rsidR="0031050C" w:rsidRDefault="0031050C" w:rsidP="00487E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8pt;margin-top:-13.75pt;width:142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" fillcolor="white [3201]" stroked="f" strokeweight=".5pt">
                <v:textbox>
                  <w:txbxContent>
                    <w:p w:rsidR="0031050C" w:rsidRPr="0056155E" w:rsidRDefault="0031050C" w:rsidP="00487E82">
                      <w:pPr>
                        <w:rPr>
                          <w:noProof/>
                          <w:sz w:val="16"/>
                        </w:rPr>
                      </w:pPr>
                      <w:r>
                        <w:rPr>
                          <w:noProof/>
                          <w:sz w:val="16"/>
                        </w:rPr>
                        <w:t xml:space="preserve">St. </w:t>
                      </w:r>
                      <w:r w:rsidRPr="0056155E">
                        <w:rPr>
                          <w:noProof/>
                          <w:sz w:val="16"/>
                        </w:rPr>
                        <w:t>John Ambulance Western Australia</w:t>
                      </w:r>
                    </w:p>
                    <w:p w:rsidR="0031050C" w:rsidRPr="0056155E" w:rsidRDefault="0031050C" w:rsidP="00487E82">
                      <w:pPr>
                        <w:rPr>
                          <w:sz w:val="16"/>
                        </w:rPr>
                      </w:pPr>
                      <w:r w:rsidRPr="0056155E">
                        <w:rPr>
                          <w:noProof/>
                          <w:sz w:val="16"/>
                        </w:rPr>
                        <w:t>RTO No. 0392</w:t>
                      </w:r>
                    </w:p>
                    <w:p w:rsidR="0031050C" w:rsidRDefault="0031050C" w:rsidP="00487E82"/>
                  </w:txbxContent>
                </v:textbox>
              </v:shape>
            </w:pict>
          </mc:Fallback>
        </mc:AlternateContent>
      </w:r>
    </w:p>
    <w:sectPr w:rsidR="00487E82" w:rsidRPr="00F55088" w:rsidSect="00E72C4E">
      <w:headerReference w:type="default" r:id="rId10"/>
      <w:footerReference w:type="default" r:id="rId11"/>
      <w:pgSz w:w="12240" w:h="15840" w:code="1"/>
      <w:pgMar w:top="0" w:right="1134" w:bottom="709" w:left="1134" w:header="18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50C" w:rsidRDefault="0031050C">
      <w:r>
        <w:separator/>
      </w:r>
    </w:p>
  </w:endnote>
  <w:endnote w:type="continuationSeparator" w:id="0">
    <w:p w:rsidR="0031050C" w:rsidRDefault="00310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50C" w:rsidRPr="00EE3696" w:rsidRDefault="0031050C" w:rsidP="00E72C4E">
    <w:pPr>
      <w:pStyle w:val="Header"/>
      <w:tabs>
        <w:tab w:val="left" w:pos="18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:rsidR="0031050C" w:rsidRPr="003079B7" w:rsidRDefault="0031050C" w:rsidP="003079B7">
    <w:pPr>
      <w:pStyle w:val="Footer"/>
      <w:pBdr>
        <w:top w:val="single" w:sz="4" w:space="1" w:color="auto"/>
      </w:pBdr>
      <w:jc w:val="center"/>
      <w:rPr>
        <w:rFonts w:ascii="Arial" w:hAnsi="Arial" w:cs="Arial"/>
        <w:sz w:val="20"/>
        <w:szCs w:val="20"/>
      </w:rPr>
    </w:pPr>
    <w:r w:rsidRPr="00EE3696">
      <w:rPr>
        <w:rFonts w:ascii="Arial" w:hAnsi="Arial" w:cs="Arial"/>
        <w:sz w:val="16"/>
        <w:szCs w:val="16"/>
      </w:rPr>
      <w:t xml:space="preserve">Page </w:t>
    </w:r>
    <w:r w:rsidRPr="00EE3696">
      <w:rPr>
        <w:rFonts w:ascii="Arial" w:hAnsi="Arial" w:cs="Arial"/>
        <w:b/>
        <w:sz w:val="16"/>
        <w:szCs w:val="16"/>
      </w:rPr>
      <w:fldChar w:fldCharType="begin"/>
    </w:r>
    <w:r w:rsidRPr="00EE3696">
      <w:rPr>
        <w:rFonts w:ascii="Arial" w:hAnsi="Arial" w:cs="Arial"/>
        <w:b/>
        <w:sz w:val="16"/>
        <w:szCs w:val="16"/>
      </w:rPr>
      <w:instrText xml:space="preserve"> PAGE </w:instrText>
    </w:r>
    <w:r w:rsidRPr="00EE3696">
      <w:rPr>
        <w:rFonts w:ascii="Arial" w:hAnsi="Arial" w:cs="Arial"/>
        <w:b/>
        <w:sz w:val="16"/>
        <w:szCs w:val="16"/>
      </w:rPr>
      <w:fldChar w:fldCharType="separate"/>
    </w:r>
    <w:r w:rsidR="00F160DD">
      <w:rPr>
        <w:rFonts w:ascii="Arial" w:hAnsi="Arial" w:cs="Arial"/>
        <w:b/>
        <w:noProof/>
        <w:sz w:val="16"/>
        <w:szCs w:val="16"/>
      </w:rPr>
      <w:t>1</w:t>
    </w:r>
    <w:r w:rsidRPr="00EE3696">
      <w:rPr>
        <w:rFonts w:ascii="Arial" w:hAnsi="Arial" w:cs="Arial"/>
        <w:b/>
        <w:sz w:val="16"/>
        <w:szCs w:val="16"/>
      </w:rPr>
      <w:fldChar w:fldCharType="end"/>
    </w:r>
    <w:r w:rsidRPr="00EE3696">
      <w:rPr>
        <w:rFonts w:ascii="Arial" w:hAnsi="Arial" w:cs="Arial"/>
        <w:sz w:val="16"/>
        <w:szCs w:val="16"/>
      </w:rPr>
      <w:t xml:space="preserve"> of </w:t>
    </w:r>
    <w:r w:rsidRPr="00EE3696">
      <w:rPr>
        <w:rFonts w:ascii="Arial" w:hAnsi="Arial" w:cs="Arial"/>
        <w:b/>
        <w:sz w:val="16"/>
        <w:szCs w:val="16"/>
      </w:rPr>
      <w:fldChar w:fldCharType="begin"/>
    </w:r>
    <w:r w:rsidRPr="00EE3696">
      <w:rPr>
        <w:rFonts w:ascii="Arial" w:hAnsi="Arial" w:cs="Arial"/>
        <w:b/>
        <w:sz w:val="16"/>
        <w:szCs w:val="16"/>
      </w:rPr>
      <w:instrText xml:space="preserve"> NUMPAGES  </w:instrText>
    </w:r>
    <w:r w:rsidRPr="00EE3696">
      <w:rPr>
        <w:rFonts w:ascii="Arial" w:hAnsi="Arial" w:cs="Arial"/>
        <w:b/>
        <w:sz w:val="16"/>
        <w:szCs w:val="16"/>
      </w:rPr>
      <w:fldChar w:fldCharType="separate"/>
    </w:r>
    <w:r w:rsidR="00F160DD">
      <w:rPr>
        <w:rFonts w:ascii="Arial" w:hAnsi="Arial" w:cs="Arial"/>
        <w:b/>
        <w:noProof/>
        <w:sz w:val="16"/>
        <w:szCs w:val="16"/>
      </w:rPr>
      <w:t>1</w:t>
    </w:r>
    <w:r w:rsidRPr="00EE3696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50C" w:rsidRDefault="0031050C">
      <w:r>
        <w:separator/>
      </w:r>
    </w:p>
  </w:footnote>
  <w:footnote w:type="continuationSeparator" w:id="0">
    <w:p w:rsidR="0031050C" w:rsidRDefault="00310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50C" w:rsidRDefault="0031050C">
    <w:pPr>
      <w:pStyle w:val="Header"/>
    </w:pPr>
    <w:r w:rsidRPr="00360B69"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754755C9" wp14:editId="4CB308B0">
          <wp:simplePos x="0" y="0"/>
          <wp:positionH relativeFrom="column">
            <wp:posOffset>4846955</wp:posOffset>
          </wp:positionH>
          <wp:positionV relativeFrom="paragraph">
            <wp:posOffset>76200</wp:posOffset>
          </wp:positionV>
          <wp:extent cx="1943100" cy="657225"/>
          <wp:effectExtent l="0" t="0" r="0" b="9525"/>
          <wp:wrapTight wrapText="bothSides">
            <wp:wrapPolygon edited="0">
              <wp:start x="0" y="0"/>
              <wp:lineTo x="0" y="21287"/>
              <wp:lineTo x="21388" y="21287"/>
              <wp:lineTo x="21388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050C" w:rsidRPr="00E814C1" w:rsidRDefault="0031050C" w:rsidP="002B71AC">
    <w:pPr>
      <w:pStyle w:val="Header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0F033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>
    <w:nsid w:val="2AFA725A"/>
    <w:multiLevelType w:val="hybridMultilevel"/>
    <w:tmpl w:val="7F7EA4E2"/>
    <w:lvl w:ilvl="0" w:tplc="0C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3734733D"/>
    <w:multiLevelType w:val="hybridMultilevel"/>
    <w:tmpl w:val="B43AB77C"/>
    <w:lvl w:ilvl="0" w:tplc="3EF81F78">
      <w:start w:val="1"/>
      <w:numFmt w:val="bullet"/>
      <w:lvlText w:val="►"/>
      <w:lvlJc w:val="left"/>
      <w:pPr>
        <w:ind w:left="720" w:hanging="363"/>
      </w:pPr>
      <w:rPr>
        <w:rFonts w:ascii="Arial" w:hAnsi="Arial" w:hint="default"/>
        <w:color w:val="C8102E"/>
        <w:sz w:val="20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42806368"/>
    <w:multiLevelType w:val="hybridMultilevel"/>
    <w:tmpl w:val="6646262E"/>
    <w:lvl w:ilvl="0" w:tplc="BE3A6E3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8102E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96252D"/>
    <w:multiLevelType w:val="hybridMultilevel"/>
    <w:tmpl w:val="3D30A56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FB508A6"/>
    <w:multiLevelType w:val="hybridMultilevel"/>
    <w:tmpl w:val="D9B44ED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45Y0fT3twr18KBzOMZ4w+yqSTdU=" w:salt="clqBymZP7eDUMjle6Mqgvg=="/>
  <w:defaultTabStop w:val="72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4F5"/>
    <w:rsid w:val="000030A8"/>
    <w:rsid w:val="00011011"/>
    <w:rsid w:val="0001354A"/>
    <w:rsid w:val="000418CD"/>
    <w:rsid w:val="000542C6"/>
    <w:rsid w:val="0005505E"/>
    <w:rsid w:val="00056BDB"/>
    <w:rsid w:val="000766A7"/>
    <w:rsid w:val="0009257B"/>
    <w:rsid w:val="00093E79"/>
    <w:rsid w:val="000C2B3C"/>
    <w:rsid w:val="000D7EAE"/>
    <w:rsid w:val="000E7BC2"/>
    <w:rsid w:val="00101D04"/>
    <w:rsid w:val="001060BA"/>
    <w:rsid w:val="001078BC"/>
    <w:rsid w:val="001114E9"/>
    <w:rsid w:val="00114545"/>
    <w:rsid w:val="00144386"/>
    <w:rsid w:val="001444E5"/>
    <w:rsid w:val="00150572"/>
    <w:rsid w:val="00154576"/>
    <w:rsid w:val="00164B29"/>
    <w:rsid w:val="00164DB2"/>
    <w:rsid w:val="001818CB"/>
    <w:rsid w:val="00186DD3"/>
    <w:rsid w:val="00195938"/>
    <w:rsid w:val="001A2824"/>
    <w:rsid w:val="001A3C74"/>
    <w:rsid w:val="001B46C9"/>
    <w:rsid w:val="001C5D6B"/>
    <w:rsid w:val="001E270B"/>
    <w:rsid w:val="001E5D0C"/>
    <w:rsid w:val="00213752"/>
    <w:rsid w:val="00221E98"/>
    <w:rsid w:val="00222D52"/>
    <w:rsid w:val="00230D75"/>
    <w:rsid w:val="00230DCF"/>
    <w:rsid w:val="00246A2F"/>
    <w:rsid w:val="002478C3"/>
    <w:rsid w:val="00281A9E"/>
    <w:rsid w:val="002851C8"/>
    <w:rsid w:val="002A1AEA"/>
    <w:rsid w:val="002B3635"/>
    <w:rsid w:val="002B71AC"/>
    <w:rsid w:val="002C144E"/>
    <w:rsid w:val="002C3142"/>
    <w:rsid w:val="002D7393"/>
    <w:rsid w:val="002E1158"/>
    <w:rsid w:val="003023FA"/>
    <w:rsid w:val="003079B7"/>
    <w:rsid w:val="0031050C"/>
    <w:rsid w:val="0031538F"/>
    <w:rsid w:val="00316C4E"/>
    <w:rsid w:val="00335C71"/>
    <w:rsid w:val="00360B69"/>
    <w:rsid w:val="0037564B"/>
    <w:rsid w:val="00395928"/>
    <w:rsid w:val="003C45DE"/>
    <w:rsid w:val="003C687A"/>
    <w:rsid w:val="003E5EC7"/>
    <w:rsid w:val="00406A93"/>
    <w:rsid w:val="00416F26"/>
    <w:rsid w:val="004217EB"/>
    <w:rsid w:val="0044122B"/>
    <w:rsid w:val="004441EB"/>
    <w:rsid w:val="00444410"/>
    <w:rsid w:val="004546E7"/>
    <w:rsid w:val="00456249"/>
    <w:rsid w:val="0046035B"/>
    <w:rsid w:val="00465DCA"/>
    <w:rsid w:val="00470AC3"/>
    <w:rsid w:val="00485C73"/>
    <w:rsid w:val="00487E82"/>
    <w:rsid w:val="00493F99"/>
    <w:rsid w:val="004A1D7D"/>
    <w:rsid w:val="004D0063"/>
    <w:rsid w:val="004D78DF"/>
    <w:rsid w:val="004E4560"/>
    <w:rsid w:val="004F254B"/>
    <w:rsid w:val="0050134B"/>
    <w:rsid w:val="005045B9"/>
    <w:rsid w:val="00504FB3"/>
    <w:rsid w:val="0051711A"/>
    <w:rsid w:val="00525F01"/>
    <w:rsid w:val="00534D16"/>
    <w:rsid w:val="0053701F"/>
    <w:rsid w:val="00540723"/>
    <w:rsid w:val="00545371"/>
    <w:rsid w:val="00552C02"/>
    <w:rsid w:val="00555D27"/>
    <w:rsid w:val="00582128"/>
    <w:rsid w:val="00582D21"/>
    <w:rsid w:val="00594B0C"/>
    <w:rsid w:val="005A29D3"/>
    <w:rsid w:val="005A3CC0"/>
    <w:rsid w:val="005B4CA0"/>
    <w:rsid w:val="005C0F5A"/>
    <w:rsid w:val="005E22DD"/>
    <w:rsid w:val="005E4FF9"/>
    <w:rsid w:val="005F034F"/>
    <w:rsid w:val="005F24E3"/>
    <w:rsid w:val="005F2BDC"/>
    <w:rsid w:val="00600B27"/>
    <w:rsid w:val="00613B4F"/>
    <w:rsid w:val="00634EC4"/>
    <w:rsid w:val="00656034"/>
    <w:rsid w:val="00664316"/>
    <w:rsid w:val="006755FB"/>
    <w:rsid w:val="00680792"/>
    <w:rsid w:val="00681B30"/>
    <w:rsid w:val="00697C13"/>
    <w:rsid w:val="006B2C02"/>
    <w:rsid w:val="006B521F"/>
    <w:rsid w:val="006C62A1"/>
    <w:rsid w:val="006C6D12"/>
    <w:rsid w:val="006D7DF8"/>
    <w:rsid w:val="00715E6C"/>
    <w:rsid w:val="00721B9B"/>
    <w:rsid w:val="00723572"/>
    <w:rsid w:val="007826F5"/>
    <w:rsid w:val="007861F9"/>
    <w:rsid w:val="00790BA1"/>
    <w:rsid w:val="00797D6F"/>
    <w:rsid w:val="007B6057"/>
    <w:rsid w:val="007F5580"/>
    <w:rsid w:val="007F59B1"/>
    <w:rsid w:val="00801755"/>
    <w:rsid w:val="0081580A"/>
    <w:rsid w:val="008227AE"/>
    <w:rsid w:val="008261D8"/>
    <w:rsid w:val="00853F21"/>
    <w:rsid w:val="00872178"/>
    <w:rsid w:val="008819BD"/>
    <w:rsid w:val="0088682A"/>
    <w:rsid w:val="008A46C8"/>
    <w:rsid w:val="008C6E65"/>
    <w:rsid w:val="008D47A2"/>
    <w:rsid w:val="008E2550"/>
    <w:rsid w:val="00901242"/>
    <w:rsid w:val="0093248B"/>
    <w:rsid w:val="00934FE9"/>
    <w:rsid w:val="00940F01"/>
    <w:rsid w:val="009521C0"/>
    <w:rsid w:val="00983938"/>
    <w:rsid w:val="00985AE9"/>
    <w:rsid w:val="009A1ADD"/>
    <w:rsid w:val="009F5720"/>
    <w:rsid w:val="00A14CAF"/>
    <w:rsid w:val="00A16E08"/>
    <w:rsid w:val="00A4325D"/>
    <w:rsid w:val="00A44E9F"/>
    <w:rsid w:val="00A55DBF"/>
    <w:rsid w:val="00A864EF"/>
    <w:rsid w:val="00A87107"/>
    <w:rsid w:val="00A97016"/>
    <w:rsid w:val="00AA3218"/>
    <w:rsid w:val="00AB7718"/>
    <w:rsid w:val="00AD74B1"/>
    <w:rsid w:val="00AE1117"/>
    <w:rsid w:val="00AF79EA"/>
    <w:rsid w:val="00B5386F"/>
    <w:rsid w:val="00B65E23"/>
    <w:rsid w:val="00B73CDD"/>
    <w:rsid w:val="00B743C2"/>
    <w:rsid w:val="00B756D7"/>
    <w:rsid w:val="00B80E43"/>
    <w:rsid w:val="00B87427"/>
    <w:rsid w:val="00B91270"/>
    <w:rsid w:val="00BA46DF"/>
    <w:rsid w:val="00BB397D"/>
    <w:rsid w:val="00BC06A7"/>
    <w:rsid w:val="00BC1DD0"/>
    <w:rsid w:val="00BD4BE7"/>
    <w:rsid w:val="00BE4EF7"/>
    <w:rsid w:val="00C051C5"/>
    <w:rsid w:val="00C11CC2"/>
    <w:rsid w:val="00C24241"/>
    <w:rsid w:val="00C33881"/>
    <w:rsid w:val="00C45D9D"/>
    <w:rsid w:val="00C62BA8"/>
    <w:rsid w:val="00C62BA9"/>
    <w:rsid w:val="00C71E76"/>
    <w:rsid w:val="00C72D9D"/>
    <w:rsid w:val="00C760EB"/>
    <w:rsid w:val="00C828D4"/>
    <w:rsid w:val="00C962A2"/>
    <w:rsid w:val="00CA262B"/>
    <w:rsid w:val="00CD2430"/>
    <w:rsid w:val="00CE0CF1"/>
    <w:rsid w:val="00CE62B0"/>
    <w:rsid w:val="00CF24F5"/>
    <w:rsid w:val="00D02217"/>
    <w:rsid w:val="00D033CD"/>
    <w:rsid w:val="00D23FE1"/>
    <w:rsid w:val="00D42659"/>
    <w:rsid w:val="00D9203C"/>
    <w:rsid w:val="00D9712D"/>
    <w:rsid w:val="00D97938"/>
    <w:rsid w:val="00DB1454"/>
    <w:rsid w:val="00DB3D44"/>
    <w:rsid w:val="00DC15D0"/>
    <w:rsid w:val="00DC1AF8"/>
    <w:rsid w:val="00DF223C"/>
    <w:rsid w:val="00DF58F8"/>
    <w:rsid w:val="00E02F13"/>
    <w:rsid w:val="00E06385"/>
    <w:rsid w:val="00E14218"/>
    <w:rsid w:val="00E24506"/>
    <w:rsid w:val="00E50969"/>
    <w:rsid w:val="00E679B8"/>
    <w:rsid w:val="00E702A3"/>
    <w:rsid w:val="00E72C4E"/>
    <w:rsid w:val="00E75952"/>
    <w:rsid w:val="00E75DC2"/>
    <w:rsid w:val="00E814C1"/>
    <w:rsid w:val="00E91E97"/>
    <w:rsid w:val="00E939C5"/>
    <w:rsid w:val="00EA0C98"/>
    <w:rsid w:val="00EC22AA"/>
    <w:rsid w:val="00ED2680"/>
    <w:rsid w:val="00ED33EE"/>
    <w:rsid w:val="00ED6354"/>
    <w:rsid w:val="00ED7458"/>
    <w:rsid w:val="00EE1D04"/>
    <w:rsid w:val="00EE3696"/>
    <w:rsid w:val="00EF4BBA"/>
    <w:rsid w:val="00F1233D"/>
    <w:rsid w:val="00F160DD"/>
    <w:rsid w:val="00F2442F"/>
    <w:rsid w:val="00F278AF"/>
    <w:rsid w:val="00F3544F"/>
    <w:rsid w:val="00F52CD0"/>
    <w:rsid w:val="00F544DF"/>
    <w:rsid w:val="00F55088"/>
    <w:rsid w:val="00F6072D"/>
    <w:rsid w:val="00F629AF"/>
    <w:rsid w:val="00F77CE3"/>
    <w:rsid w:val="00F8223B"/>
    <w:rsid w:val="00F84246"/>
    <w:rsid w:val="00FB7F6A"/>
    <w:rsid w:val="00FD5069"/>
    <w:rsid w:val="00FF2765"/>
    <w:rsid w:val="00FF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Number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24F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235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F24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F24F5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CF24F5"/>
    <w:rPr>
      <w:color w:val="0000FF"/>
      <w:u w:val="single"/>
    </w:rPr>
  </w:style>
  <w:style w:type="table" w:styleId="TableGrid">
    <w:name w:val="Table Grid"/>
    <w:basedOn w:val="TableNormal"/>
    <w:rsid w:val="00285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2B71AC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rsid w:val="004A1D7D"/>
  </w:style>
  <w:style w:type="character" w:customStyle="1" w:styleId="FooterChar">
    <w:name w:val="Footer Char"/>
    <w:link w:val="Footer"/>
    <w:uiPriority w:val="99"/>
    <w:rsid w:val="003079B7"/>
    <w:rPr>
      <w:sz w:val="24"/>
      <w:szCs w:val="24"/>
      <w:lang w:eastAsia="en-US"/>
    </w:rPr>
  </w:style>
  <w:style w:type="character" w:styleId="CommentReference">
    <w:name w:val="annotation reference"/>
    <w:rsid w:val="009A1A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1ADD"/>
    <w:rPr>
      <w:sz w:val="20"/>
      <w:szCs w:val="20"/>
    </w:rPr>
  </w:style>
  <w:style w:type="character" w:customStyle="1" w:styleId="CommentTextChar">
    <w:name w:val="Comment Text Char"/>
    <w:link w:val="CommentText"/>
    <w:rsid w:val="009A1AD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A1ADD"/>
    <w:rPr>
      <w:b/>
      <w:bCs/>
    </w:rPr>
  </w:style>
  <w:style w:type="character" w:customStyle="1" w:styleId="CommentSubjectChar">
    <w:name w:val="Comment Subject Char"/>
    <w:link w:val="CommentSubject"/>
    <w:rsid w:val="009A1ADD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E50969"/>
    <w:pPr>
      <w:ind w:left="720"/>
      <w:contextualSpacing/>
    </w:pPr>
  </w:style>
  <w:style w:type="character" w:styleId="Emphasis">
    <w:name w:val="Emphasis"/>
    <w:basedOn w:val="DefaultParagraphFont"/>
    <w:qFormat/>
    <w:rsid w:val="00723572"/>
    <w:rPr>
      <w:i/>
      <w:iCs/>
    </w:rPr>
  </w:style>
  <w:style w:type="character" w:customStyle="1" w:styleId="Heading1Char">
    <w:name w:val="Heading 1 Char"/>
    <w:basedOn w:val="DefaultParagraphFont"/>
    <w:link w:val="Heading1"/>
    <w:rsid w:val="00723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5F034F"/>
    <w:rPr>
      <w:b/>
      <w:bCs/>
    </w:rPr>
  </w:style>
  <w:style w:type="paragraph" w:styleId="ListNumber">
    <w:name w:val="List Number"/>
    <w:basedOn w:val="Normal"/>
    <w:uiPriority w:val="99"/>
    <w:unhideWhenUsed/>
    <w:qFormat/>
    <w:rsid w:val="00487E82"/>
    <w:pPr>
      <w:numPr>
        <w:numId w:val="3"/>
      </w:numPr>
      <w:spacing w:line="276" w:lineRule="auto"/>
      <w:ind w:left="357" w:hanging="357"/>
      <w:contextualSpacing/>
    </w:pPr>
    <w:rPr>
      <w:rFonts w:ascii="Arial" w:eastAsia="Calibri" w:hAnsi="Arial"/>
      <w:color w:val="404040"/>
      <w:szCs w:val="20"/>
      <w:lang w:eastAsia="en-AU"/>
    </w:rPr>
  </w:style>
  <w:style w:type="paragraph" w:customStyle="1" w:styleId="FormTitle">
    <w:name w:val="Form Title"/>
    <w:basedOn w:val="Normal"/>
    <w:autoRedefine/>
    <w:qFormat/>
    <w:rsid w:val="00487E82"/>
    <w:pPr>
      <w:spacing w:before="120" w:after="120" w:line="276" w:lineRule="auto"/>
    </w:pPr>
    <w:rPr>
      <w:rFonts w:ascii="Arial" w:eastAsia="Calibri" w:hAnsi="Arial"/>
      <w:color w:val="C8102E"/>
      <w:sz w:val="28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487E82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87E82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Number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24F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235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F24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F24F5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CF24F5"/>
    <w:rPr>
      <w:color w:val="0000FF"/>
      <w:u w:val="single"/>
    </w:rPr>
  </w:style>
  <w:style w:type="table" w:styleId="TableGrid">
    <w:name w:val="Table Grid"/>
    <w:basedOn w:val="TableNormal"/>
    <w:rsid w:val="00285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2B71AC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rsid w:val="004A1D7D"/>
  </w:style>
  <w:style w:type="character" w:customStyle="1" w:styleId="FooterChar">
    <w:name w:val="Footer Char"/>
    <w:link w:val="Footer"/>
    <w:uiPriority w:val="99"/>
    <w:rsid w:val="003079B7"/>
    <w:rPr>
      <w:sz w:val="24"/>
      <w:szCs w:val="24"/>
      <w:lang w:eastAsia="en-US"/>
    </w:rPr>
  </w:style>
  <w:style w:type="character" w:styleId="CommentReference">
    <w:name w:val="annotation reference"/>
    <w:rsid w:val="009A1A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1ADD"/>
    <w:rPr>
      <w:sz w:val="20"/>
      <w:szCs w:val="20"/>
    </w:rPr>
  </w:style>
  <w:style w:type="character" w:customStyle="1" w:styleId="CommentTextChar">
    <w:name w:val="Comment Text Char"/>
    <w:link w:val="CommentText"/>
    <w:rsid w:val="009A1AD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A1ADD"/>
    <w:rPr>
      <w:b/>
      <w:bCs/>
    </w:rPr>
  </w:style>
  <w:style w:type="character" w:customStyle="1" w:styleId="CommentSubjectChar">
    <w:name w:val="Comment Subject Char"/>
    <w:link w:val="CommentSubject"/>
    <w:rsid w:val="009A1ADD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E50969"/>
    <w:pPr>
      <w:ind w:left="720"/>
      <w:contextualSpacing/>
    </w:pPr>
  </w:style>
  <w:style w:type="character" w:styleId="Emphasis">
    <w:name w:val="Emphasis"/>
    <w:basedOn w:val="DefaultParagraphFont"/>
    <w:qFormat/>
    <w:rsid w:val="00723572"/>
    <w:rPr>
      <w:i/>
      <w:iCs/>
    </w:rPr>
  </w:style>
  <w:style w:type="character" w:customStyle="1" w:styleId="Heading1Char">
    <w:name w:val="Heading 1 Char"/>
    <w:basedOn w:val="DefaultParagraphFont"/>
    <w:link w:val="Heading1"/>
    <w:rsid w:val="00723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5F034F"/>
    <w:rPr>
      <w:b/>
      <w:bCs/>
    </w:rPr>
  </w:style>
  <w:style w:type="paragraph" w:styleId="ListNumber">
    <w:name w:val="List Number"/>
    <w:basedOn w:val="Normal"/>
    <w:uiPriority w:val="99"/>
    <w:unhideWhenUsed/>
    <w:qFormat/>
    <w:rsid w:val="00487E82"/>
    <w:pPr>
      <w:numPr>
        <w:numId w:val="3"/>
      </w:numPr>
      <w:spacing w:line="276" w:lineRule="auto"/>
      <w:ind w:left="357" w:hanging="357"/>
      <w:contextualSpacing/>
    </w:pPr>
    <w:rPr>
      <w:rFonts w:ascii="Arial" w:eastAsia="Calibri" w:hAnsi="Arial"/>
      <w:color w:val="404040"/>
      <w:szCs w:val="20"/>
      <w:lang w:eastAsia="en-AU"/>
    </w:rPr>
  </w:style>
  <w:style w:type="paragraph" w:customStyle="1" w:styleId="FormTitle">
    <w:name w:val="Form Title"/>
    <w:basedOn w:val="Normal"/>
    <w:autoRedefine/>
    <w:qFormat/>
    <w:rsid w:val="00487E82"/>
    <w:pPr>
      <w:spacing w:before="120" w:after="120" w:line="276" w:lineRule="auto"/>
    </w:pPr>
    <w:rPr>
      <w:rFonts w:ascii="Arial" w:eastAsia="Calibri" w:hAnsi="Arial"/>
      <w:color w:val="C8102E"/>
      <w:sz w:val="28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487E82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87E8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jabunbury@stjohnambulance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A97F0-B97F-4D6C-A4B3-FC3BAE8B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DFF35725</Template>
  <TotalTime>65</TotalTime>
  <Pages>1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FIRST AID REGISTRATION FORM</vt:lpstr>
    </vt:vector>
  </TitlesOfParts>
  <Company>Hewlett-Packard Company</Company>
  <LinksUpToDate>false</LinksUpToDate>
  <CharactersWithSpaces>5860</CharactersWithSpaces>
  <SharedDoc>false</SharedDoc>
  <HLinks>
    <vt:vector size="6" baseType="variant">
      <vt:variant>
        <vt:i4>4259883</vt:i4>
      </vt:variant>
      <vt:variant>
        <vt:i4>160</vt:i4>
      </vt:variant>
      <vt:variant>
        <vt:i4>0</vt:i4>
      </vt:variant>
      <vt:variant>
        <vt:i4>5</vt:i4>
      </vt:variant>
      <vt:variant>
        <vt:lpwstr>mailto:clientservices@ambulance.net.au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FIRST AID REGISTRATION FORM</dc:title>
  <dc:creator>Alisha Padget</dc:creator>
  <cp:lastModifiedBy>Amanda Brooks</cp:lastModifiedBy>
  <cp:revision>7</cp:revision>
  <cp:lastPrinted>2015-10-23T06:59:00Z</cp:lastPrinted>
  <dcterms:created xsi:type="dcterms:W3CDTF">2015-11-12T03:00:00Z</dcterms:created>
  <dcterms:modified xsi:type="dcterms:W3CDTF">2017-01-11T01:33:00Z</dcterms:modified>
</cp:coreProperties>
</file>